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C3A" w:rsidRDefault="00351C3A" w:rsidP="00351C3A">
      <w:pPr>
        <w:pStyle w:val="Title"/>
        <w:spacing w:line="360" w:lineRule="auto"/>
        <w:jc w:val="right"/>
        <w:rPr>
          <w:lang w:val="en-ZA"/>
        </w:rPr>
      </w:pPr>
      <w:bookmarkStart w:id="0" w:name="_Toc56934147"/>
      <w:bookmarkStart w:id="1" w:name="_Toc56935800"/>
      <w:bookmarkStart w:id="2" w:name="_Toc56936528"/>
      <w:bookmarkStart w:id="3" w:name="_Ref58047222"/>
      <w:bookmarkStart w:id="4" w:name="_Toc58047343"/>
    </w:p>
    <w:p w:rsidR="00D90C68" w:rsidRDefault="00D90C68" w:rsidP="00351C3A">
      <w:pPr>
        <w:pStyle w:val="Title"/>
        <w:spacing w:line="360" w:lineRule="auto"/>
        <w:jc w:val="right"/>
        <w:rPr>
          <w:lang w:val="en-ZA"/>
        </w:rPr>
      </w:pPr>
    </w:p>
    <w:p w:rsidR="005D2142" w:rsidRDefault="005D2142" w:rsidP="00351C3A">
      <w:pPr>
        <w:pStyle w:val="Title"/>
        <w:spacing w:line="360" w:lineRule="auto"/>
        <w:jc w:val="right"/>
        <w:rPr>
          <w:lang w:val="en-ZA"/>
        </w:rPr>
      </w:pPr>
    </w:p>
    <w:p w:rsidR="00152B3C" w:rsidRPr="00007091" w:rsidRDefault="00152B3C" w:rsidP="00351C3A">
      <w:pPr>
        <w:pStyle w:val="Title"/>
        <w:spacing w:line="360" w:lineRule="auto"/>
        <w:jc w:val="right"/>
        <w:rPr>
          <w:rFonts w:ascii="Arial" w:hAnsi="Arial" w:cs="Arial"/>
          <w:lang w:val="en-ZA"/>
        </w:rPr>
      </w:pPr>
    </w:p>
    <w:p w:rsidR="00351C3A" w:rsidRDefault="00351C3A" w:rsidP="00AF6ADF">
      <w:pPr>
        <w:pStyle w:val="Title"/>
        <w:spacing w:line="360" w:lineRule="auto"/>
        <w:jc w:val="left"/>
        <w:rPr>
          <w:rFonts w:ascii="Arial" w:hAnsi="Arial" w:cs="Arial"/>
          <w:lang w:val="en-ZA"/>
        </w:rPr>
      </w:pPr>
    </w:p>
    <w:p w:rsidR="00ED227E" w:rsidRDefault="00ED227E" w:rsidP="00AF6ADF">
      <w:pPr>
        <w:pStyle w:val="Title"/>
        <w:spacing w:line="360" w:lineRule="auto"/>
        <w:jc w:val="left"/>
        <w:rPr>
          <w:rFonts w:ascii="Arial" w:hAnsi="Arial" w:cs="Arial"/>
          <w:lang w:val="en-ZA"/>
        </w:rPr>
      </w:pPr>
    </w:p>
    <w:p w:rsidR="00ED227E" w:rsidRPr="00007091" w:rsidRDefault="00ED227E" w:rsidP="00AF6ADF">
      <w:pPr>
        <w:pStyle w:val="Title"/>
        <w:spacing w:line="360" w:lineRule="auto"/>
        <w:jc w:val="left"/>
        <w:rPr>
          <w:rFonts w:ascii="Arial" w:hAnsi="Arial" w:cs="Arial"/>
          <w:lang w:val="en-ZA"/>
        </w:rPr>
      </w:pPr>
    </w:p>
    <w:p w:rsidR="00351C3A" w:rsidRPr="00007091" w:rsidRDefault="00351C3A" w:rsidP="00AF6ADF">
      <w:pPr>
        <w:pStyle w:val="Title"/>
        <w:spacing w:line="360" w:lineRule="auto"/>
        <w:jc w:val="left"/>
        <w:rPr>
          <w:rFonts w:ascii="Arial" w:hAnsi="Arial" w:cs="Arial"/>
          <w:lang w:val="en-ZA"/>
        </w:rPr>
      </w:pPr>
    </w:p>
    <w:p w:rsidR="00F82A70" w:rsidRDefault="00F82A70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  <w:r w:rsidRPr="00007091">
        <w:rPr>
          <w:rFonts w:ascii="Arial" w:hAnsi="Arial" w:cs="Arial"/>
          <w:sz w:val="32"/>
          <w:lang w:val="en-ZA"/>
        </w:rPr>
        <w:t>SARS</w:t>
      </w:r>
      <w:r w:rsidR="00AA4B0A" w:rsidRPr="00007091">
        <w:rPr>
          <w:rFonts w:ascii="Arial" w:hAnsi="Arial" w:cs="Arial"/>
          <w:sz w:val="32"/>
          <w:lang w:val="en-ZA"/>
        </w:rPr>
        <w:t xml:space="preserve"> </w:t>
      </w:r>
      <w:r w:rsidR="00757916">
        <w:rPr>
          <w:rFonts w:ascii="Arial" w:hAnsi="Arial" w:cs="Arial"/>
          <w:sz w:val="32"/>
          <w:lang w:val="en-ZA"/>
        </w:rPr>
        <w:t>RFP</w:t>
      </w:r>
      <w:r w:rsidR="00FA2254">
        <w:rPr>
          <w:rFonts w:ascii="Arial" w:hAnsi="Arial" w:cs="Arial"/>
          <w:sz w:val="32"/>
          <w:lang w:val="en-ZA"/>
        </w:rPr>
        <w:t xml:space="preserve"> </w:t>
      </w:r>
      <w:r w:rsidR="00FC35F7">
        <w:rPr>
          <w:rFonts w:ascii="Arial" w:hAnsi="Arial" w:cs="Arial"/>
          <w:sz w:val="32"/>
          <w:lang w:val="en-ZA"/>
        </w:rPr>
        <w:t>31</w:t>
      </w:r>
      <w:r w:rsidR="00232AF3">
        <w:rPr>
          <w:rFonts w:ascii="Arial" w:hAnsi="Arial" w:cs="Arial"/>
          <w:sz w:val="32"/>
          <w:lang w:val="en-ZA"/>
        </w:rPr>
        <w:t>-2020</w:t>
      </w:r>
    </w:p>
    <w:p w:rsidR="00ED227E" w:rsidRDefault="00ED227E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</w:p>
    <w:p w:rsidR="00E64853" w:rsidRDefault="00E64853" w:rsidP="00E64853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  <w:r>
        <w:rPr>
          <w:rFonts w:ascii="Arial" w:hAnsi="Arial" w:cs="Arial"/>
          <w:sz w:val="32"/>
          <w:szCs w:val="32"/>
          <w:lang w:val="en-ZA"/>
        </w:rPr>
        <w:t>upgrade</w:t>
      </w:r>
      <w:r w:rsidRPr="001C1625">
        <w:rPr>
          <w:rFonts w:ascii="Arial" w:hAnsi="Arial" w:cs="Arial"/>
          <w:sz w:val="32"/>
          <w:szCs w:val="32"/>
          <w:lang w:val="en-ZA"/>
        </w:rPr>
        <w:t xml:space="preserve"> OF </w:t>
      </w:r>
      <w:r>
        <w:rPr>
          <w:rFonts w:ascii="Arial" w:hAnsi="Arial" w:cs="Arial"/>
          <w:sz w:val="32"/>
          <w:szCs w:val="32"/>
          <w:lang w:val="en-ZA"/>
        </w:rPr>
        <w:t>the SSA-Name3 matching tool used in the SARS integrated business register (IBR)</w:t>
      </w:r>
    </w:p>
    <w:p w:rsidR="00E64853" w:rsidRDefault="00E64853" w:rsidP="00E64853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  <w:r w:rsidRPr="001C1625">
        <w:rPr>
          <w:rFonts w:ascii="Arial" w:hAnsi="Arial" w:cs="Arial"/>
          <w:sz w:val="32"/>
          <w:szCs w:val="32"/>
          <w:lang w:val="en-ZA"/>
        </w:rPr>
        <w:t>and</w:t>
      </w:r>
    </w:p>
    <w:p w:rsidR="00E64853" w:rsidRPr="001C1625" w:rsidRDefault="00E64853" w:rsidP="00E64853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  <w:r w:rsidRPr="001C1625">
        <w:rPr>
          <w:rFonts w:ascii="Arial" w:hAnsi="Arial" w:cs="Arial"/>
          <w:sz w:val="32"/>
          <w:szCs w:val="32"/>
          <w:lang w:val="en-ZA"/>
        </w:rPr>
        <w:t xml:space="preserve"> </w:t>
      </w:r>
      <w:r w:rsidRPr="00387FEA">
        <w:rPr>
          <w:rFonts w:ascii="Arial" w:hAnsi="Arial" w:cs="Arial"/>
          <w:sz w:val="32"/>
          <w:szCs w:val="32"/>
          <w:lang w:val="en-ZA"/>
        </w:rPr>
        <w:t xml:space="preserve">the procurement of </w:t>
      </w:r>
      <w:r>
        <w:rPr>
          <w:rFonts w:ascii="Arial" w:hAnsi="Arial" w:cs="Arial"/>
          <w:sz w:val="32"/>
          <w:szCs w:val="32"/>
          <w:lang w:val="en-ZA"/>
        </w:rPr>
        <w:t>maintenance and support for the SSA-Name3 matching tool used in the SARS integrated business register (IBR)</w:t>
      </w:r>
    </w:p>
    <w:p w:rsidR="00783FE1" w:rsidRPr="00C647E5" w:rsidRDefault="00783FE1" w:rsidP="00783FE1">
      <w:pPr>
        <w:pStyle w:val="Cover"/>
        <w:spacing w:before="240" w:after="0" w:line="276" w:lineRule="auto"/>
        <w:rPr>
          <w:rFonts w:ascii="Arial" w:hAnsi="Arial" w:cs="Arial"/>
          <w:sz w:val="32"/>
          <w:szCs w:val="32"/>
          <w:lang w:val="en-ZA"/>
        </w:rPr>
      </w:pPr>
    </w:p>
    <w:p w:rsidR="00D84D45" w:rsidRDefault="00D84D45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</w:p>
    <w:p w:rsidR="00ED227E" w:rsidRDefault="00ED227E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</w:p>
    <w:p w:rsidR="00912DF5" w:rsidRDefault="00912DF5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</w:p>
    <w:p w:rsidR="00844205" w:rsidRPr="00007091" w:rsidRDefault="007C79B1" w:rsidP="00351C3A">
      <w:pPr>
        <w:pStyle w:val="Title"/>
        <w:spacing w:line="360" w:lineRule="auto"/>
        <w:rPr>
          <w:rFonts w:ascii="Arial" w:hAnsi="Arial" w:cs="Arial"/>
          <w:sz w:val="32"/>
          <w:lang w:val="en-ZA"/>
        </w:rPr>
      </w:pPr>
      <w:r>
        <w:rPr>
          <w:rFonts w:ascii="Arial" w:hAnsi="Arial" w:cs="Arial"/>
          <w:sz w:val="32"/>
          <w:lang w:val="en-ZA"/>
        </w:rPr>
        <w:t>Proposal</w:t>
      </w:r>
      <w:r w:rsidR="00DE2457">
        <w:rPr>
          <w:rFonts w:ascii="Arial" w:hAnsi="Arial" w:cs="Arial"/>
          <w:sz w:val="32"/>
          <w:lang w:val="en-ZA"/>
        </w:rPr>
        <w:t xml:space="preserve"> </w:t>
      </w:r>
      <w:r w:rsidR="00ED227E">
        <w:rPr>
          <w:rFonts w:ascii="Arial" w:hAnsi="Arial" w:cs="Arial"/>
          <w:sz w:val="32"/>
          <w:lang w:val="en-ZA"/>
        </w:rPr>
        <w:t xml:space="preserve">RESPONSE </w:t>
      </w:r>
      <w:r w:rsidR="00DE2457">
        <w:rPr>
          <w:rFonts w:ascii="Arial" w:hAnsi="Arial" w:cs="Arial"/>
          <w:sz w:val="32"/>
          <w:lang w:val="en-ZA"/>
        </w:rPr>
        <w:t>Checklist</w:t>
      </w:r>
      <w:r w:rsidR="00D84D45" w:rsidRPr="00D84D45">
        <w:rPr>
          <w:rFonts w:ascii="Arial" w:hAnsi="Arial" w:cs="Arial"/>
          <w:sz w:val="32"/>
          <w:lang w:val="en-ZA"/>
        </w:rPr>
        <w:t xml:space="preserve"> </w:t>
      </w:r>
    </w:p>
    <w:bookmarkEnd w:id="0"/>
    <w:bookmarkEnd w:id="1"/>
    <w:bookmarkEnd w:id="2"/>
    <w:bookmarkEnd w:id="3"/>
    <w:bookmarkEnd w:id="4"/>
    <w:p w:rsidR="0057083E" w:rsidRPr="006E3FB5" w:rsidRDefault="00C277FD" w:rsidP="006E3FB5">
      <w:pPr>
        <w:jc w:val="center"/>
        <w:rPr>
          <w:rFonts w:ascii="Arial" w:hAnsi="Arial" w:cs="Arial"/>
          <w:b/>
          <w:sz w:val="28"/>
          <w:szCs w:val="24"/>
          <w:lang w:val="en-ZA"/>
        </w:rPr>
      </w:pPr>
      <w:r>
        <w:rPr>
          <w:lang w:val="en-ZA"/>
        </w:rPr>
        <w:br w:type="page"/>
      </w:r>
      <w:r w:rsidR="00757916" w:rsidRPr="006E3FB5">
        <w:rPr>
          <w:rFonts w:ascii="Arial" w:hAnsi="Arial" w:cs="Arial"/>
          <w:b/>
          <w:sz w:val="28"/>
          <w:szCs w:val="24"/>
          <w:lang w:val="en-ZA"/>
        </w:rPr>
        <w:lastRenderedPageBreak/>
        <w:t>RFP</w:t>
      </w:r>
      <w:r w:rsidRPr="006E3FB5">
        <w:rPr>
          <w:rFonts w:ascii="Arial" w:hAnsi="Arial" w:cs="Arial"/>
          <w:b/>
          <w:sz w:val="28"/>
          <w:szCs w:val="24"/>
          <w:lang w:val="en-ZA"/>
        </w:rPr>
        <w:t xml:space="preserve"> C</w:t>
      </w:r>
      <w:r w:rsidR="00DE2457" w:rsidRPr="006E3FB5">
        <w:rPr>
          <w:rFonts w:ascii="Arial" w:hAnsi="Arial" w:cs="Arial"/>
          <w:b/>
          <w:sz w:val="28"/>
          <w:szCs w:val="24"/>
          <w:lang w:val="en-ZA"/>
        </w:rPr>
        <w:t>hecklist</w:t>
      </w:r>
    </w:p>
    <w:p w:rsidR="00ED227E" w:rsidRPr="006E3FB5" w:rsidRDefault="00ED227E" w:rsidP="006E3FB5">
      <w:pPr>
        <w:jc w:val="center"/>
        <w:rPr>
          <w:rFonts w:ascii="Arial" w:hAnsi="Arial" w:cs="Arial"/>
          <w:b/>
          <w:sz w:val="28"/>
          <w:szCs w:val="24"/>
          <w:lang w:val="en-ZA"/>
        </w:rPr>
      </w:pPr>
    </w:p>
    <w:p w:rsidR="00ED227E" w:rsidRPr="006E3FB5" w:rsidRDefault="00ED227E" w:rsidP="006E3FB5">
      <w:pPr>
        <w:jc w:val="center"/>
        <w:rPr>
          <w:rFonts w:ascii="Arial" w:hAnsi="Arial" w:cs="Arial"/>
          <w:b/>
          <w:sz w:val="28"/>
          <w:szCs w:val="24"/>
          <w:lang w:val="en-ZA"/>
        </w:rPr>
      </w:pPr>
      <w:r w:rsidRPr="006E3FB5">
        <w:rPr>
          <w:rFonts w:ascii="Arial" w:hAnsi="Arial" w:cs="Arial"/>
          <w:b/>
          <w:sz w:val="28"/>
          <w:szCs w:val="24"/>
          <w:lang w:val="en-ZA"/>
        </w:rPr>
        <w:t>[Bidder Name]</w:t>
      </w:r>
    </w:p>
    <w:p w:rsidR="00ED227E" w:rsidRDefault="00ED227E" w:rsidP="006E3FB5">
      <w:pPr>
        <w:rPr>
          <w:rFonts w:ascii="Times New Roman" w:hAnsi="Times New Roman"/>
          <w:sz w:val="24"/>
          <w:lang w:val="en-ZA"/>
        </w:rPr>
      </w:pPr>
    </w:p>
    <w:p w:rsidR="00ED227E" w:rsidRPr="00ED227E" w:rsidRDefault="00ED227E" w:rsidP="006E3FB5">
      <w:pPr>
        <w:rPr>
          <w:rFonts w:ascii="Times New Roman" w:hAnsi="Times New Roman"/>
          <w:sz w:val="24"/>
          <w:lang w:val="en-ZA"/>
        </w:rPr>
      </w:pPr>
    </w:p>
    <w:p w:rsidR="00DE2457" w:rsidRPr="00CF41A9" w:rsidRDefault="00DE2457" w:rsidP="00912DF5">
      <w:pPr>
        <w:pStyle w:val="Heading1Text"/>
        <w:ind w:left="0"/>
        <w:rPr>
          <w:rFonts w:ascii="Arial" w:hAnsi="Arial" w:cs="Arial"/>
          <w:sz w:val="20"/>
          <w:szCs w:val="20"/>
          <w:lang w:val="en-ZA"/>
        </w:rPr>
      </w:pPr>
      <w:r w:rsidRPr="00CF41A9">
        <w:rPr>
          <w:rFonts w:ascii="Arial" w:hAnsi="Arial" w:cs="Arial"/>
          <w:sz w:val="20"/>
          <w:szCs w:val="20"/>
          <w:lang w:val="en-ZA"/>
        </w:rPr>
        <w:t>The Bidder</w:t>
      </w:r>
      <w:r w:rsidR="001C3A28" w:rsidRPr="00CF41A9">
        <w:rPr>
          <w:rFonts w:ascii="Arial" w:hAnsi="Arial" w:cs="Arial"/>
          <w:sz w:val="20"/>
          <w:szCs w:val="20"/>
          <w:lang w:val="en-ZA"/>
        </w:rPr>
        <w:t>’s authorised signatory</w:t>
      </w:r>
      <w:r w:rsidRPr="00CF41A9">
        <w:rPr>
          <w:rFonts w:ascii="Arial" w:hAnsi="Arial" w:cs="Arial"/>
          <w:sz w:val="20"/>
          <w:szCs w:val="20"/>
          <w:lang w:val="en-ZA"/>
        </w:rPr>
        <w:t xml:space="preserve"> is required to tick the checkbox after completion of the required activity and sign the document in the space provided at the bottom.</w:t>
      </w:r>
      <w:r w:rsidR="007629F3" w:rsidRPr="00CF41A9">
        <w:rPr>
          <w:rFonts w:ascii="Arial" w:hAnsi="Arial" w:cs="Arial"/>
          <w:sz w:val="20"/>
          <w:szCs w:val="20"/>
          <w:lang w:val="en-ZA"/>
        </w:rPr>
        <w:t xml:space="preserve">  A hardcopy of th</w:t>
      </w:r>
      <w:r w:rsidR="00772296" w:rsidRPr="00CF41A9">
        <w:rPr>
          <w:rFonts w:ascii="Arial" w:hAnsi="Arial" w:cs="Arial"/>
          <w:sz w:val="20"/>
          <w:szCs w:val="20"/>
          <w:lang w:val="en-ZA"/>
        </w:rPr>
        <w:t>is</w:t>
      </w:r>
      <w:r w:rsidR="007629F3" w:rsidRPr="00CF41A9">
        <w:rPr>
          <w:rFonts w:ascii="Arial" w:hAnsi="Arial" w:cs="Arial"/>
          <w:sz w:val="20"/>
          <w:szCs w:val="20"/>
          <w:lang w:val="en-ZA"/>
        </w:rPr>
        <w:t xml:space="preserve"> checklist must be included in the Bidder’s </w:t>
      </w:r>
      <w:r w:rsidR="00772296" w:rsidRPr="00CF41A9">
        <w:rPr>
          <w:rFonts w:ascii="Arial" w:hAnsi="Arial" w:cs="Arial"/>
          <w:sz w:val="20"/>
          <w:szCs w:val="20"/>
          <w:lang w:val="en-ZA"/>
        </w:rPr>
        <w:t xml:space="preserve">Proposal in the </w:t>
      </w:r>
      <w:r w:rsidR="00912DF5">
        <w:rPr>
          <w:rFonts w:ascii="Arial" w:hAnsi="Arial" w:cs="Arial"/>
          <w:sz w:val="20"/>
          <w:szCs w:val="20"/>
          <w:lang w:val="en-ZA"/>
        </w:rPr>
        <w:t>Non-Pricing File</w:t>
      </w:r>
      <w:r w:rsidR="007629F3" w:rsidRPr="00CF41A9">
        <w:rPr>
          <w:rFonts w:ascii="Arial" w:hAnsi="Arial" w:cs="Arial"/>
          <w:sz w:val="20"/>
          <w:szCs w:val="20"/>
          <w:lang w:val="en-ZA"/>
        </w:rPr>
        <w:t>.</w:t>
      </w:r>
    </w:p>
    <w:p w:rsidR="0057083E" w:rsidRPr="00CF41A9" w:rsidRDefault="00772296" w:rsidP="00C277FD">
      <w:pPr>
        <w:pStyle w:val="Heading1Text"/>
        <w:numPr>
          <w:ilvl w:val="0"/>
          <w:numId w:val="19"/>
        </w:numPr>
        <w:tabs>
          <w:tab w:val="num" w:pos="1200"/>
        </w:tabs>
        <w:ind w:hanging="720"/>
        <w:rPr>
          <w:rFonts w:ascii="Arial" w:hAnsi="Arial"/>
          <w:b/>
          <w:sz w:val="20"/>
          <w:szCs w:val="20"/>
          <w:lang w:val="en-ZA"/>
        </w:rPr>
      </w:pPr>
      <w:r w:rsidRPr="00CF41A9">
        <w:rPr>
          <w:rFonts w:ascii="Arial" w:hAnsi="Arial"/>
          <w:b/>
          <w:sz w:val="20"/>
          <w:szCs w:val="20"/>
          <w:lang w:val="en-ZA"/>
        </w:rPr>
        <w:t xml:space="preserve">The following documents </w:t>
      </w:r>
      <w:proofErr w:type="gramStart"/>
      <w:r w:rsidRPr="00CF41A9">
        <w:rPr>
          <w:rFonts w:ascii="Arial" w:hAnsi="Arial"/>
          <w:b/>
          <w:sz w:val="20"/>
          <w:szCs w:val="20"/>
          <w:lang w:val="en-ZA"/>
        </w:rPr>
        <w:t>were received</w:t>
      </w:r>
      <w:proofErr w:type="gramEnd"/>
      <w:r w:rsidRPr="00CF41A9">
        <w:rPr>
          <w:rFonts w:ascii="Arial" w:hAnsi="Arial"/>
          <w:b/>
          <w:sz w:val="20"/>
          <w:szCs w:val="20"/>
          <w:lang w:val="en-ZA"/>
        </w:rPr>
        <w:t xml:space="preserve"> in the RFP </w:t>
      </w:r>
      <w:r w:rsidR="00E64853">
        <w:rPr>
          <w:rFonts w:ascii="Arial" w:hAnsi="Arial"/>
          <w:b/>
          <w:sz w:val="20"/>
          <w:szCs w:val="20"/>
          <w:lang w:val="en-ZA"/>
        </w:rPr>
        <w:t>31</w:t>
      </w:r>
      <w:r w:rsidR="00232AF3">
        <w:rPr>
          <w:rFonts w:ascii="Arial" w:hAnsi="Arial"/>
          <w:b/>
          <w:sz w:val="20"/>
          <w:szCs w:val="20"/>
          <w:lang w:val="en-ZA"/>
        </w:rPr>
        <w:t>-2020</w:t>
      </w:r>
      <w:r w:rsidRPr="00CF41A9">
        <w:rPr>
          <w:rFonts w:ascii="Arial" w:hAnsi="Arial"/>
          <w:b/>
          <w:sz w:val="20"/>
          <w:szCs w:val="20"/>
          <w:lang w:val="en-ZA"/>
        </w:rPr>
        <w:t xml:space="preserve"> Pack and have been read and understood by the Bidder.</w:t>
      </w:r>
    </w:p>
    <w:tbl>
      <w:tblPr>
        <w:tblW w:w="7560" w:type="dxa"/>
        <w:tblInd w:w="13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0"/>
        <w:gridCol w:w="1320"/>
      </w:tblGrid>
      <w:tr w:rsidR="00772296" w:rsidRPr="00772296">
        <w:trPr>
          <w:tblHeader/>
        </w:trPr>
        <w:tc>
          <w:tcPr>
            <w:tcW w:w="6240" w:type="dxa"/>
            <w:shd w:val="clear" w:color="auto" w:fill="E6E6E6"/>
            <w:vAlign w:val="center"/>
          </w:tcPr>
          <w:p w:rsidR="00772296" w:rsidRPr="00772296" w:rsidRDefault="00772296" w:rsidP="0077229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772296">
              <w:rPr>
                <w:rFonts w:ascii="Arial" w:hAnsi="Arial" w:cs="Arial"/>
                <w:b/>
                <w:sz w:val="20"/>
                <w:szCs w:val="20"/>
                <w:lang w:val="en-ZA"/>
              </w:rPr>
              <w:t>Document Name</w:t>
            </w:r>
          </w:p>
        </w:tc>
        <w:tc>
          <w:tcPr>
            <w:tcW w:w="1320" w:type="dxa"/>
            <w:shd w:val="clear" w:color="auto" w:fill="E6E6E6"/>
            <w:vAlign w:val="center"/>
          </w:tcPr>
          <w:p w:rsidR="00772296" w:rsidRPr="00772296" w:rsidRDefault="00772296" w:rsidP="00772296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772296">
              <w:rPr>
                <w:rFonts w:ascii="Arial" w:hAnsi="Arial" w:cs="Arial"/>
                <w:b/>
                <w:sz w:val="20"/>
                <w:szCs w:val="20"/>
                <w:lang w:val="en-ZA"/>
              </w:rPr>
              <w:t>Check</w:t>
            </w:r>
          </w:p>
        </w:tc>
      </w:tr>
      <w:tr w:rsidR="00772296" w:rsidRPr="00916F6F">
        <w:trPr>
          <w:cantSplit/>
          <w:tblHeader/>
        </w:trPr>
        <w:tc>
          <w:tcPr>
            <w:tcW w:w="6240" w:type="dxa"/>
            <w:vAlign w:val="center"/>
          </w:tcPr>
          <w:p w:rsidR="00772296" w:rsidRPr="00772296" w:rsidRDefault="00772296" w:rsidP="00E719B2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CE24B4">
              <w:rPr>
                <w:rFonts w:ascii="Arial" w:hAnsi="Arial" w:cs="Arial"/>
                <w:sz w:val="18"/>
                <w:szCs w:val="20"/>
                <w:lang w:val="en-ZA"/>
              </w:rPr>
              <w:t>31-2020</w:t>
            </w:r>
            <w:r w:rsidR="00B04393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="002A77F2">
              <w:rPr>
                <w:rFonts w:ascii="Arial" w:hAnsi="Arial" w:cs="Arial"/>
                <w:sz w:val="18"/>
                <w:szCs w:val="20"/>
                <w:lang w:val="en-ZA"/>
              </w:rPr>
              <w:t xml:space="preserve">1-1 </w:t>
            </w:r>
            <w:r w:rsidR="00EA5B28" w:rsidRPr="00EA5B28">
              <w:rPr>
                <w:rFonts w:ascii="Arial" w:hAnsi="Arial" w:cs="Arial"/>
                <w:sz w:val="18"/>
                <w:szCs w:val="20"/>
                <w:lang w:val="en-ZA"/>
              </w:rPr>
              <w:t>Summary, Guidelines, I</w:t>
            </w:r>
            <w:r w:rsidR="00EA5B28">
              <w:rPr>
                <w:rFonts w:ascii="Arial" w:hAnsi="Arial" w:cs="Arial"/>
                <w:sz w:val="18"/>
                <w:szCs w:val="20"/>
                <w:lang w:val="en-ZA"/>
              </w:rPr>
              <w:t>n</w:t>
            </w:r>
            <w:r w:rsidR="00EA5B28" w:rsidRPr="00EA5B28">
              <w:rPr>
                <w:rFonts w:ascii="Arial" w:hAnsi="Arial" w:cs="Arial"/>
                <w:sz w:val="18"/>
                <w:szCs w:val="20"/>
                <w:lang w:val="en-ZA"/>
              </w:rPr>
              <w:t>structions and Conditions</w:t>
            </w:r>
          </w:p>
        </w:tc>
        <w:tc>
          <w:tcPr>
            <w:tcW w:w="1320" w:type="dxa"/>
            <w:vAlign w:val="center"/>
          </w:tcPr>
          <w:p w:rsidR="00772296" w:rsidRPr="005D0051" w:rsidRDefault="00772296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772296" w:rsidRPr="00C409DD">
        <w:trPr>
          <w:tblHeader/>
        </w:trPr>
        <w:tc>
          <w:tcPr>
            <w:tcW w:w="6240" w:type="dxa"/>
            <w:vAlign w:val="center"/>
          </w:tcPr>
          <w:p w:rsidR="00772296" w:rsidRPr="00772296" w:rsidRDefault="00772296" w:rsidP="00146AA7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CE24B4">
              <w:rPr>
                <w:rFonts w:ascii="Arial" w:hAnsi="Arial" w:cs="Arial"/>
                <w:sz w:val="18"/>
                <w:szCs w:val="20"/>
                <w:lang w:val="en-ZA"/>
              </w:rPr>
              <w:t>31-2020</w:t>
            </w:r>
            <w:r w:rsidR="00B04393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1-</w:t>
            </w:r>
            <w:r w:rsidR="005F1FC4">
              <w:rPr>
                <w:rFonts w:ascii="Arial" w:hAnsi="Arial" w:cs="Arial"/>
                <w:sz w:val="18"/>
                <w:szCs w:val="20"/>
                <w:lang w:val="en-ZA"/>
              </w:rPr>
              <w:t>2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 Confidentiality and Secrecy Undertaking</w:t>
            </w:r>
          </w:p>
        </w:tc>
        <w:tc>
          <w:tcPr>
            <w:tcW w:w="1320" w:type="dxa"/>
            <w:vAlign w:val="center"/>
          </w:tcPr>
          <w:p w:rsidR="00772296" w:rsidRPr="005D0051" w:rsidRDefault="00772296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772296" w:rsidRPr="00916F6F">
        <w:trPr>
          <w:tblHeader/>
        </w:trPr>
        <w:tc>
          <w:tcPr>
            <w:tcW w:w="6240" w:type="dxa"/>
            <w:vAlign w:val="center"/>
          </w:tcPr>
          <w:p w:rsidR="00772296" w:rsidRPr="00772296" w:rsidRDefault="00772296" w:rsidP="00146AA7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CE24B4">
              <w:rPr>
                <w:rFonts w:ascii="Arial" w:hAnsi="Arial" w:cs="Arial"/>
                <w:sz w:val="18"/>
                <w:szCs w:val="20"/>
                <w:lang w:val="en-ZA"/>
              </w:rPr>
              <w:t>31-2020</w:t>
            </w:r>
            <w:r w:rsidR="00B04393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1-</w:t>
            </w:r>
            <w:r w:rsidR="005F1FC4"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 w:rsidR="00146AA7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SARS Oath</w:t>
            </w:r>
            <w:r w:rsidR="00AF5870">
              <w:rPr>
                <w:rFonts w:ascii="Arial" w:hAnsi="Arial" w:cs="Arial"/>
                <w:sz w:val="18"/>
                <w:szCs w:val="20"/>
                <w:lang w:val="en-ZA"/>
              </w:rPr>
              <w:t xml:space="preserve"> – Affirmation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of Secrecy</w:t>
            </w:r>
          </w:p>
        </w:tc>
        <w:tc>
          <w:tcPr>
            <w:tcW w:w="1320" w:type="dxa"/>
            <w:vAlign w:val="center"/>
          </w:tcPr>
          <w:p w:rsidR="00772296" w:rsidRPr="005D0051" w:rsidRDefault="00772296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5F1FC4" w:rsidRPr="006E3FB5" w:rsidTr="006E3FB5">
        <w:trPr>
          <w:tblHeader/>
        </w:trPr>
        <w:tc>
          <w:tcPr>
            <w:tcW w:w="6240" w:type="dxa"/>
            <w:vAlign w:val="center"/>
          </w:tcPr>
          <w:p w:rsidR="005F1FC4" w:rsidRPr="00772296" w:rsidRDefault="005F1FC4" w:rsidP="00146AA7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CE24B4">
              <w:rPr>
                <w:rFonts w:ascii="Arial" w:hAnsi="Arial" w:cs="Arial"/>
                <w:sz w:val="18"/>
                <w:szCs w:val="20"/>
                <w:lang w:val="en-ZA"/>
              </w:rPr>
              <w:t>31-2020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2-1 Invitation to Bid (SBD 1)</w:t>
            </w:r>
          </w:p>
        </w:tc>
        <w:tc>
          <w:tcPr>
            <w:tcW w:w="1320" w:type="dxa"/>
          </w:tcPr>
          <w:p w:rsidR="005F1FC4" w:rsidRPr="006E3FB5" w:rsidRDefault="005F1FC4" w:rsidP="006E3FB5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37721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5F1FC4" w:rsidRPr="006E3FB5" w:rsidTr="006E3FB5">
        <w:trPr>
          <w:tblHeader/>
        </w:trPr>
        <w:tc>
          <w:tcPr>
            <w:tcW w:w="6240" w:type="dxa"/>
            <w:vAlign w:val="center"/>
          </w:tcPr>
          <w:p w:rsidR="005F1FC4" w:rsidRPr="00772296" w:rsidRDefault="005F1FC4" w:rsidP="00F361B2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CE24B4">
              <w:rPr>
                <w:rFonts w:ascii="Arial" w:hAnsi="Arial" w:cs="Arial"/>
                <w:sz w:val="18"/>
                <w:szCs w:val="20"/>
                <w:lang w:val="en-ZA"/>
              </w:rPr>
              <w:t>31-2020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2-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>2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Declaration of Interest (SBD 4)</w:t>
            </w:r>
          </w:p>
        </w:tc>
        <w:tc>
          <w:tcPr>
            <w:tcW w:w="1320" w:type="dxa"/>
          </w:tcPr>
          <w:p w:rsidR="005F1FC4" w:rsidRPr="006E3FB5" w:rsidRDefault="005F1FC4" w:rsidP="006E3FB5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37721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5F1FC4" w:rsidRPr="006E3FB5" w:rsidTr="006E3FB5">
        <w:trPr>
          <w:tblHeader/>
        </w:trPr>
        <w:tc>
          <w:tcPr>
            <w:tcW w:w="6240" w:type="dxa"/>
            <w:vAlign w:val="center"/>
          </w:tcPr>
          <w:p w:rsidR="005F1FC4" w:rsidRPr="00772296" w:rsidRDefault="005F1FC4" w:rsidP="00F361B2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CE24B4">
              <w:rPr>
                <w:rFonts w:ascii="Arial" w:hAnsi="Arial" w:cs="Arial"/>
                <w:sz w:val="18"/>
                <w:szCs w:val="20"/>
                <w:lang w:val="en-ZA"/>
              </w:rPr>
              <w:t>31-2020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2-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Preference Points Claim Form (SBD 6.1)</w:t>
            </w:r>
          </w:p>
        </w:tc>
        <w:tc>
          <w:tcPr>
            <w:tcW w:w="1320" w:type="dxa"/>
          </w:tcPr>
          <w:p w:rsidR="005F1FC4" w:rsidRPr="006E3FB5" w:rsidRDefault="005F1FC4" w:rsidP="006E3FB5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37721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5F1FC4" w:rsidRPr="006E3FB5" w:rsidTr="006E3FB5">
        <w:trPr>
          <w:tblHeader/>
        </w:trPr>
        <w:tc>
          <w:tcPr>
            <w:tcW w:w="6240" w:type="dxa"/>
            <w:vAlign w:val="center"/>
          </w:tcPr>
          <w:p w:rsidR="005F1FC4" w:rsidRPr="00772296" w:rsidRDefault="005F1FC4" w:rsidP="00F361B2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CE24B4">
              <w:rPr>
                <w:rFonts w:ascii="Arial" w:hAnsi="Arial" w:cs="Arial"/>
                <w:sz w:val="18"/>
                <w:szCs w:val="20"/>
                <w:lang w:val="en-ZA"/>
              </w:rPr>
              <w:t>31-2020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2-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>4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Declaration of Past SCM Practices (SBD 8)</w:t>
            </w:r>
          </w:p>
        </w:tc>
        <w:tc>
          <w:tcPr>
            <w:tcW w:w="1320" w:type="dxa"/>
          </w:tcPr>
          <w:p w:rsidR="005F1FC4" w:rsidRPr="006E3FB5" w:rsidRDefault="005F1FC4" w:rsidP="006E3FB5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37721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5F1FC4" w:rsidRPr="006D2488">
        <w:trPr>
          <w:tblHeader/>
        </w:trPr>
        <w:tc>
          <w:tcPr>
            <w:tcW w:w="6240" w:type="dxa"/>
            <w:vAlign w:val="center"/>
          </w:tcPr>
          <w:p w:rsidR="007436CC" w:rsidRDefault="005F1FC4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CE24B4">
              <w:rPr>
                <w:rFonts w:ascii="Arial" w:hAnsi="Arial" w:cs="Arial"/>
                <w:sz w:val="18"/>
                <w:szCs w:val="20"/>
                <w:lang w:val="en-ZA"/>
              </w:rPr>
              <w:t>31-2020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2-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>5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 Certificate of Independent Bid Determination </w:t>
            </w:r>
          </w:p>
          <w:p w:rsidR="005F1FC4" w:rsidRPr="00772296" w:rsidRDefault="005F1FC4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(SBD 9)</w:t>
            </w:r>
          </w:p>
        </w:tc>
        <w:tc>
          <w:tcPr>
            <w:tcW w:w="1320" w:type="dxa"/>
            <w:vAlign w:val="center"/>
          </w:tcPr>
          <w:p w:rsidR="005F1FC4" w:rsidRPr="005D0051" w:rsidRDefault="005F1FC4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5F1FC4" w:rsidRPr="00812C09" w:rsidTr="000B222B">
        <w:trPr>
          <w:tblHeader/>
        </w:trPr>
        <w:tc>
          <w:tcPr>
            <w:tcW w:w="6240" w:type="dxa"/>
            <w:vAlign w:val="center"/>
          </w:tcPr>
          <w:p w:rsidR="005F1FC4" w:rsidRPr="00772296" w:rsidRDefault="005F1FC4" w:rsidP="00F361B2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CE24B4">
              <w:rPr>
                <w:rFonts w:ascii="Arial" w:hAnsi="Arial" w:cs="Arial"/>
                <w:sz w:val="18"/>
                <w:szCs w:val="20"/>
                <w:lang w:val="en-ZA"/>
              </w:rPr>
              <w:t>31-2020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2-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>6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 Supplier Cost and Risk Assessment Questionnaire</w:t>
            </w:r>
          </w:p>
        </w:tc>
        <w:tc>
          <w:tcPr>
            <w:tcW w:w="1320" w:type="dxa"/>
            <w:vAlign w:val="center"/>
          </w:tcPr>
          <w:p w:rsidR="005F1FC4" w:rsidRPr="005D0051" w:rsidRDefault="005F1FC4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F5870" w:rsidRPr="0018553A">
        <w:trPr>
          <w:tblHeader/>
        </w:trPr>
        <w:tc>
          <w:tcPr>
            <w:tcW w:w="6240" w:type="dxa"/>
            <w:vAlign w:val="center"/>
          </w:tcPr>
          <w:p w:rsidR="00AF5870" w:rsidRPr="00772296" w:rsidRDefault="00AF5870" w:rsidP="00146AA7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CE24B4">
              <w:rPr>
                <w:rFonts w:ascii="Arial" w:hAnsi="Arial" w:cs="Arial"/>
                <w:sz w:val="18"/>
                <w:szCs w:val="20"/>
                <w:lang w:val="en-ZA"/>
              </w:rPr>
              <w:t>31-2020</w:t>
            </w:r>
            <w:r w:rsidR="00B04393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3-1 Business Requirements Specification</w:t>
            </w:r>
          </w:p>
        </w:tc>
        <w:tc>
          <w:tcPr>
            <w:tcW w:w="1320" w:type="dxa"/>
            <w:vAlign w:val="center"/>
          </w:tcPr>
          <w:p w:rsidR="00AF5870" w:rsidRPr="005D0051" w:rsidRDefault="00AF5870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F5870" w:rsidRPr="00916F6F" w:rsidTr="000B222B">
        <w:trPr>
          <w:tblHeader/>
        </w:trPr>
        <w:tc>
          <w:tcPr>
            <w:tcW w:w="6240" w:type="dxa"/>
            <w:vAlign w:val="center"/>
          </w:tcPr>
          <w:p w:rsidR="00AF5870" w:rsidRPr="00772296" w:rsidRDefault="00B04393" w:rsidP="00232AF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B04393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CE24B4">
              <w:rPr>
                <w:rFonts w:ascii="Arial" w:hAnsi="Arial" w:cs="Arial"/>
                <w:sz w:val="18"/>
                <w:szCs w:val="20"/>
                <w:lang w:val="en-ZA"/>
              </w:rPr>
              <w:t>31-2020</w:t>
            </w:r>
            <w:r w:rsidR="00E719B2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B04393">
              <w:rPr>
                <w:rFonts w:ascii="Arial" w:hAnsi="Arial" w:cs="Arial"/>
                <w:sz w:val="18"/>
                <w:szCs w:val="20"/>
                <w:lang w:val="en-ZA"/>
              </w:rPr>
              <w:t xml:space="preserve">4-1 </w:t>
            </w:r>
            <w:r w:rsidR="0021776B">
              <w:rPr>
                <w:rFonts w:ascii="Arial" w:hAnsi="Arial" w:cs="Arial"/>
                <w:sz w:val="18"/>
                <w:szCs w:val="20"/>
                <w:lang w:val="en-ZA"/>
              </w:rPr>
              <w:t xml:space="preserve">Draft </w:t>
            </w:r>
            <w:r w:rsidR="00232AF3">
              <w:rPr>
                <w:rFonts w:ascii="Arial" w:hAnsi="Arial" w:cs="Arial"/>
                <w:sz w:val="18"/>
                <w:szCs w:val="20"/>
                <w:lang w:val="en-ZA"/>
              </w:rPr>
              <w:t xml:space="preserve">APM </w:t>
            </w:r>
            <w:r w:rsidR="007044E3" w:rsidRPr="007044E3">
              <w:rPr>
                <w:rFonts w:ascii="Arial" w:hAnsi="Arial" w:cs="Arial"/>
                <w:sz w:val="18"/>
                <w:szCs w:val="20"/>
                <w:lang w:val="en-ZA"/>
              </w:rPr>
              <w:t>Agreement</w:t>
            </w:r>
          </w:p>
        </w:tc>
        <w:tc>
          <w:tcPr>
            <w:tcW w:w="1320" w:type="dxa"/>
            <w:vAlign w:val="center"/>
          </w:tcPr>
          <w:p w:rsidR="00AF5870" w:rsidRPr="005D0051" w:rsidRDefault="00AF5870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232AF3" w:rsidRPr="00916F6F" w:rsidTr="008E2707">
        <w:trPr>
          <w:tblHeader/>
        </w:trPr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2AF3" w:rsidRPr="00772296" w:rsidRDefault="00232AF3" w:rsidP="00A8334C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bookmarkStart w:id="5" w:name="_GoBack"/>
            <w:bookmarkEnd w:id="5"/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CE24B4">
              <w:rPr>
                <w:rFonts w:ascii="Arial" w:hAnsi="Arial" w:cs="Arial"/>
                <w:sz w:val="18"/>
                <w:szCs w:val="20"/>
                <w:lang w:val="en-ZA"/>
              </w:rPr>
              <w:t>31-2020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5-1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="00A8334C">
              <w:rPr>
                <w:rFonts w:ascii="Arial" w:hAnsi="Arial" w:cs="Arial"/>
                <w:sz w:val="18"/>
                <w:szCs w:val="20"/>
                <w:lang w:val="en-ZA"/>
              </w:rPr>
              <w:t xml:space="preserve">Mandatory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Pre-</w:t>
            </w:r>
            <w:r w:rsidR="00A8334C">
              <w:rPr>
                <w:rFonts w:ascii="Arial" w:hAnsi="Arial" w:cs="Arial"/>
                <w:sz w:val="18"/>
                <w:szCs w:val="20"/>
                <w:lang w:val="en-ZA"/>
              </w:rPr>
              <w:t xml:space="preserve">technical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Response Template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32AF3" w:rsidRPr="008E2707" w:rsidRDefault="00232AF3" w:rsidP="00232AF3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232AF3" w:rsidRPr="006E3FB5" w:rsidTr="006E3FB5">
        <w:trPr>
          <w:tblHeader/>
        </w:trPr>
        <w:tc>
          <w:tcPr>
            <w:tcW w:w="6240" w:type="dxa"/>
            <w:vAlign w:val="center"/>
          </w:tcPr>
          <w:p w:rsidR="00232AF3" w:rsidRPr="006E3FB5" w:rsidRDefault="00232AF3" w:rsidP="00232AF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049DD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CE24B4">
              <w:rPr>
                <w:rFonts w:ascii="Arial" w:hAnsi="Arial" w:cs="Arial"/>
                <w:sz w:val="18"/>
                <w:szCs w:val="20"/>
                <w:lang w:val="en-ZA"/>
              </w:rPr>
              <w:t>31-2020</w:t>
            </w:r>
            <w:r w:rsidRPr="008049DD">
              <w:rPr>
                <w:rFonts w:ascii="Arial" w:hAnsi="Arial" w:cs="Arial"/>
                <w:sz w:val="18"/>
                <w:szCs w:val="20"/>
                <w:lang w:val="en-ZA"/>
              </w:rPr>
              <w:t xml:space="preserve"> 5-2 Technical Response Template.</w:t>
            </w:r>
          </w:p>
        </w:tc>
        <w:tc>
          <w:tcPr>
            <w:tcW w:w="1320" w:type="dxa"/>
          </w:tcPr>
          <w:p w:rsidR="00232AF3" w:rsidRPr="00F22F12" w:rsidRDefault="00232AF3" w:rsidP="00232AF3">
            <w:pPr>
              <w:spacing w:after="12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232AF3" w:rsidRPr="006E3FB5" w:rsidTr="006E3FB5">
        <w:trPr>
          <w:tblHeader/>
        </w:trPr>
        <w:tc>
          <w:tcPr>
            <w:tcW w:w="6240" w:type="dxa"/>
            <w:vAlign w:val="center"/>
          </w:tcPr>
          <w:p w:rsidR="00232AF3" w:rsidRPr="00772296" w:rsidRDefault="00232AF3" w:rsidP="00232AF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CE24B4">
              <w:rPr>
                <w:rFonts w:ascii="Arial" w:hAnsi="Arial" w:cs="Arial"/>
                <w:sz w:val="18"/>
                <w:szCs w:val="20"/>
                <w:lang w:val="en-ZA"/>
              </w:rPr>
              <w:t>31-2020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5-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Pricing Response Template.</w:t>
            </w:r>
          </w:p>
        </w:tc>
        <w:tc>
          <w:tcPr>
            <w:tcW w:w="1320" w:type="dxa"/>
          </w:tcPr>
          <w:p w:rsidR="00232AF3" w:rsidRPr="006E3FB5" w:rsidRDefault="00232AF3" w:rsidP="00232AF3">
            <w:pPr>
              <w:spacing w:after="120"/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F22F12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232AF3" w:rsidRPr="00916F6F">
        <w:trPr>
          <w:tblHeader/>
        </w:trPr>
        <w:tc>
          <w:tcPr>
            <w:tcW w:w="6240" w:type="dxa"/>
            <w:vAlign w:val="center"/>
          </w:tcPr>
          <w:p w:rsidR="00232AF3" w:rsidRPr="00772296" w:rsidRDefault="00232AF3" w:rsidP="00232AF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CE24B4">
              <w:rPr>
                <w:rFonts w:ascii="Arial" w:hAnsi="Arial" w:cs="Arial"/>
                <w:sz w:val="18"/>
                <w:szCs w:val="20"/>
                <w:lang w:val="en-ZA"/>
              </w:rPr>
              <w:t>31-2020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5-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4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 Proposal Response Checklist</w:t>
            </w:r>
          </w:p>
        </w:tc>
        <w:tc>
          <w:tcPr>
            <w:tcW w:w="1320" w:type="dxa"/>
            <w:vAlign w:val="center"/>
          </w:tcPr>
          <w:p w:rsidR="00232AF3" w:rsidRPr="005D0051" w:rsidRDefault="00232AF3" w:rsidP="00232AF3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</w:tbl>
    <w:p w:rsidR="00632383" w:rsidRPr="00497BEE" w:rsidRDefault="006D107D" w:rsidP="00902204">
      <w:pPr>
        <w:pStyle w:val="Heading1Text"/>
        <w:numPr>
          <w:ilvl w:val="0"/>
          <w:numId w:val="19"/>
        </w:numPr>
        <w:tabs>
          <w:tab w:val="num" w:pos="1200"/>
        </w:tabs>
        <w:rPr>
          <w:rFonts w:ascii="Arial" w:hAnsi="Arial"/>
          <w:b/>
          <w:lang w:val="en-ZA"/>
        </w:rPr>
      </w:pPr>
      <w:r>
        <w:rPr>
          <w:rFonts w:ascii="Arial" w:hAnsi="Arial"/>
          <w:b/>
          <w:lang w:val="en-ZA"/>
        </w:rPr>
        <w:br w:type="page"/>
      </w:r>
      <w:r w:rsidR="00B04393">
        <w:rPr>
          <w:rFonts w:ascii="Arial" w:hAnsi="Arial"/>
          <w:b/>
          <w:lang w:val="en-ZA"/>
        </w:rPr>
        <w:lastRenderedPageBreak/>
        <w:t>Non-Pricing File</w:t>
      </w:r>
    </w:p>
    <w:p w:rsidR="00632383" w:rsidRPr="00CF41A9" w:rsidRDefault="00632383" w:rsidP="00632383">
      <w:pPr>
        <w:pStyle w:val="Heading1Text"/>
        <w:tabs>
          <w:tab w:val="num" w:pos="1200"/>
        </w:tabs>
        <w:ind w:left="840"/>
        <w:rPr>
          <w:rFonts w:ascii="Arial" w:hAnsi="Arial"/>
          <w:sz w:val="20"/>
          <w:szCs w:val="20"/>
          <w:lang w:val="en-ZA"/>
        </w:rPr>
      </w:pPr>
      <w:r w:rsidRPr="00CF41A9">
        <w:rPr>
          <w:rFonts w:ascii="Arial" w:hAnsi="Arial"/>
          <w:sz w:val="20"/>
          <w:szCs w:val="20"/>
          <w:lang w:val="en-ZA"/>
        </w:rPr>
        <w:t xml:space="preserve">The following documents </w:t>
      </w:r>
      <w:proofErr w:type="gramStart"/>
      <w:r w:rsidRPr="00CF41A9">
        <w:rPr>
          <w:rFonts w:ascii="Arial" w:hAnsi="Arial"/>
          <w:sz w:val="20"/>
          <w:szCs w:val="20"/>
          <w:lang w:val="en-ZA"/>
        </w:rPr>
        <w:t>have been submitted</w:t>
      </w:r>
      <w:proofErr w:type="gramEnd"/>
      <w:r w:rsidRPr="00CF41A9">
        <w:rPr>
          <w:rFonts w:ascii="Arial" w:hAnsi="Arial"/>
          <w:sz w:val="20"/>
          <w:szCs w:val="20"/>
          <w:lang w:val="en-ZA"/>
        </w:rPr>
        <w:t xml:space="preserve"> by the Bidder in its Proposal in the </w:t>
      </w:r>
      <w:r w:rsidR="00B04393">
        <w:rPr>
          <w:rFonts w:ascii="Arial" w:hAnsi="Arial"/>
          <w:sz w:val="20"/>
          <w:szCs w:val="20"/>
          <w:lang w:val="en-ZA"/>
        </w:rPr>
        <w:t>Non-Pricing</w:t>
      </w:r>
      <w:r w:rsidRPr="00CF41A9">
        <w:rPr>
          <w:rFonts w:ascii="Arial" w:hAnsi="Arial"/>
          <w:sz w:val="20"/>
          <w:szCs w:val="20"/>
          <w:lang w:val="en-ZA"/>
        </w:rPr>
        <w:t xml:space="preserve"> File (see the </w:t>
      </w:r>
      <w:r w:rsidR="0031210C" w:rsidRPr="006E3FB5">
        <w:rPr>
          <w:rFonts w:ascii="Arial" w:hAnsi="Arial"/>
          <w:i/>
          <w:sz w:val="20"/>
          <w:szCs w:val="20"/>
          <w:u w:val="single"/>
          <w:lang w:val="en-ZA"/>
        </w:rPr>
        <w:t>RFP Main Document</w:t>
      </w:r>
      <w:r w:rsidRPr="00CF41A9">
        <w:rPr>
          <w:rFonts w:ascii="Arial" w:hAnsi="Arial"/>
          <w:sz w:val="20"/>
          <w:szCs w:val="20"/>
          <w:lang w:val="en-ZA"/>
        </w:rPr>
        <w:t xml:space="preserve"> for detailed instructions regarding the </w:t>
      </w:r>
      <w:r w:rsidR="00B04393">
        <w:rPr>
          <w:rFonts w:ascii="Arial" w:hAnsi="Arial"/>
          <w:sz w:val="20"/>
          <w:szCs w:val="20"/>
          <w:lang w:val="en-ZA"/>
        </w:rPr>
        <w:t>Non-Pricing File</w:t>
      </w:r>
      <w:r w:rsidRPr="00CF41A9">
        <w:rPr>
          <w:rFonts w:ascii="Arial" w:hAnsi="Arial"/>
          <w:sz w:val="20"/>
          <w:szCs w:val="20"/>
          <w:lang w:val="en-ZA"/>
        </w:rPr>
        <w:t>)</w:t>
      </w:r>
    </w:p>
    <w:tbl>
      <w:tblPr>
        <w:tblW w:w="7560" w:type="dxa"/>
        <w:tblInd w:w="13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2880"/>
        <w:gridCol w:w="1320"/>
      </w:tblGrid>
      <w:tr w:rsidR="00632383" w:rsidRPr="00772296">
        <w:trPr>
          <w:tblHeader/>
        </w:trPr>
        <w:tc>
          <w:tcPr>
            <w:tcW w:w="6240" w:type="dxa"/>
            <w:gridSpan w:val="2"/>
            <w:shd w:val="clear" w:color="auto" w:fill="E6E6E6"/>
            <w:vAlign w:val="center"/>
          </w:tcPr>
          <w:p w:rsidR="00632383" w:rsidRPr="00772296" w:rsidRDefault="00632383" w:rsidP="00497BEE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772296">
              <w:rPr>
                <w:rFonts w:ascii="Arial" w:hAnsi="Arial" w:cs="Arial"/>
                <w:b/>
                <w:sz w:val="20"/>
                <w:szCs w:val="20"/>
                <w:lang w:val="en-ZA"/>
              </w:rPr>
              <w:t>Document Name</w:t>
            </w:r>
          </w:p>
        </w:tc>
        <w:tc>
          <w:tcPr>
            <w:tcW w:w="1320" w:type="dxa"/>
            <w:shd w:val="clear" w:color="auto" w:fill="E6E6E6"/>
            <w:vAlign w:val="center"/>
          </w:tcPr>
          <w:p w:rsidR="00632383" w:rsidRPr="00772296" w:rsidRDefault="00632383" w:rsidP="00497BEE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ZA"/>
              </w:rPr>
              <w:t>Included</w:t>
            </w:r>
          </w:p>
        </w:tc>
      </w:tr>
      <w:tr w:rsidR="00632383" w:rsidRPr="00916F6F">
        <w:trPr>
          <w:tblHeader/>
        </w:trPr>
        <w:tc>
          <w:tcPr>
            <w:tcW w:w="6240" w:type="dxa"/>
            <w:gridSpan w:val="2"/>
            <w:vAlign w:val="center"/>
          </w:tcPr>
          <w:p w:rsidR="00632383" w:rsidRPr="00772296" w:rsidRDefault="00632383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Covering Letter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:rsidR="00632383" w:rsidRPr="005D0051" w:rsidRDefault="00632383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632383" w:rsidRPr="00916F6F">
        <w:trPr>
          <w:tblHeader/>
        </w:trPr>
        <w:tc>
          <w:tcPr>
            <w:tcW w:w="6240" w:type="dxa"/>
            <w:gridSpan w:val="2"/>
            <w:vAlign w:val="center"/>
          </w:tcPr>
          <w:p w:rsidR="00632383" w:rsidRPr="00772296" w:rsidRDefault="00632383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Board Resolution</w:t>
            </w:r>
          </w:p>
        </w:tc>
        <w:tc>
          <w:tcPr>
            <w:tcW w:w="1320" w:type="dxa"/>
            <w:vAlign w:val="center"/>
          </w:tcPr>
          <w:p w:rsidR="00632383" w:rsidRPr="005D0051" w:rsidRDefault="00632383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6E3FB5" w:rsidTr="006E3FB5">
        <w:trPr>
          <w:trHeight w:val="502"/>
          <w:tblHeader/>
        </w:trPr>
        <w:tc>
          <w:tcPr>
            <w:tcW w:w="6240" w:type="dxa"/>
            <w:gridSpan w:val="2"/>
            <w:vAlign w:val="center"/>
          </w:tcPr>
          <w:p w:rsidR="00A4457F" w:rsidRPr="00E3701A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>Confidentiality and Secrecy Undertaking</w:t>
            </w:r>
          </w:p>
        </w:tc>
        <w:tc>
          <w:tcPr>
            <w:tcW w:w="1320" w:type="dxa"/>
          </w:tcPr>
          <w:p w:rsidR="00A4457F" w:rsidRPr="006E3FB5" w:rsidRDefault="00A4457F" w:rsidP="006E3FB5">
            <w:pPr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031F23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6E3FB5" w:rsidTr="006E3FB5">
        <w:trPr>
          <w:tblHeader/>
        </w:trPr>
        <w:tc>
          <w:tcPr>
            <w:tcW w:w="6240" w:type="dxa"/>
            <w:gridSpan w:val="2"/>
            <w:vAlign w:val="center"/>
          </w:tcPr>
          <w:p w:rsidR="00A4457F" w:rsidRPr="00E3701A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0C5177">
              <w:rPr>
                <w:rFonts w:ascii="Arial" w:hAnsi="Arial" w:cs="Arial"/>
                <w:sz w:val="18"/>
                <w:szCs w:val="20"/>
                <w:lang w:val="en-ZA"/>
              </w:rPr>
              <w:t>SARS Oath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/</w:t>
            </w:r>
            <w:r w:rsidRPr="006E3FB5">
              <w:rPr>
                <w:rFonts w:ascii="Arial" w:hAnsi="Arial" w:cs="Arial"/>
                <w:sz w:val="18"/>
                <w:szCs w:val="20"/>
                <w:lang w:val="en-ZA"/>
              </w:rPr>
              <w:t xml:space="preserve"> Affirmation of Secrecy</w:t>
            </w:r>
          </w:p>
        </w:tc>
        <w:tc>
          <w:tcPr>
            <w:tcW w:w="1320" w:type="dxa"/>
          </w:tcPr>
          <w:p w:rsidR="00A4457F" w:rsidRPr="006E3FB5" w:rsidRDefault="00A4457F" w:rsidP="006E3FB5">
            <w:pPr>
              <w:jc w:val="center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031F23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>
        <w:trPr>
          <w:tblHeader/>
        </w:trPr>
        <w:tc>
          <w:tcPr>
            <w:tcW w:w="6240" w:type="dxa"/>
            <w:gridSpan w:val="2"/>
            <w:vAlign w:val="center"/>
          </w:tcPr>
          <w:p w:rsidR="00A4457F" w:rsidRPr="00772296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E3701A">
              <w:rPr>
                <w:rFonts w:ascii="Arial" w:hAnsi="Arial" w:cs="Arial"/>
                <w:sz w:val="18"/>
                <w:szCs w:val="20"/>
                <w:lang w:val="en-ZA"/>
              </w:rPr>
              <w:t>Invitation to Bid (SBD1)</w:t>
            </w:r>
          </w:p>
        </w:tc>
        <w:tc>
          <w:tcPr>
            <w:tcW w:w="1320" w:type="dxa"/>
            <w:vAlign w:val="center"/>
          </w:tcPr>
          <w:p w:rsidR="00A4457F" w:rsidRPr="005D0051" w:rsidRDefault="00A4457F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>
        <w:trPr>
          <w:tblHeader/>
        </w:trPr>
        <w:tc>
          <w:tcPr>
            <w:tcW w:w="6240" w:type="dxa"/>
            <w:gridSpan w:val="2"/>
            <w:vAlign w:val="center"/>
          </w:tcPr>
          <w:p w:rsidR="00A4457F" w:rsidRPr="00772296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E3701A">
              <w:rPr>
                <w:rFonts w:ascii="Arial" w:hAnsi="Arial" w:cs="Arial"/>
                <w:sz w:val="18"/>
                <w:szCs w:val="20"/>
                <w:lang w:val="en-ZA"/>
              </w:rPr>
              <w:t>Declaration of Interest (SBD 4)</w:t>
            </w:r>
          </w:p>
        </w:tc>
        <w:tc>
          <w:tcPr>
            <w:tcW w:w="1320" w:type="dxa"/>
            <w:vAlign w:val="center"/>
          </w:tcPr>
          <w:p w:rsidR="00A4457F" w:rsidRPr="005D0051" w:rsidRDefault="00A4457F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FD24C1" w:rsidRPr="00916F6F">
        <w:trPr>
          <w:tblHeader/>
        </w:trPr>
        <w:tc>
          <w:tcPr>
            <w:tcW w:w="6240" w:type="dxa"/>
            <w:gridSpan w:val="2"/>
            <w:vAlign w:val="center"/>
          </w:tcPr>
          <w:p w:rsidR="00FD24C1" w:rsidRPr="00772296" w:rsidRDefault="00746AD8" w:rsidP="00FD24C1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46AD8">
              <w:rPr>
                <w:rFonts w:ascii="Arial" w:hAnsi="Arial" w:cs="Arial"/>
                <w:sz w:val="18"/>
                <w:szCs w:val="20"/>
                <w:lang w:val="en-ZA"/>
              </w:rPr>
              <w:t>Preference Points Claim Form</w:t>
            </w:r>
            <w:r w:rsidRPr="00E3701A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="00FD24C1" w:rsidRPr="00E3701A">
              <w:rPr>
                <w:rFonts w:ascii="Arial" w:hAnsi="Arial" w:cs="Arial"/>
                <w:sz w:val="18"/>
                <w:szCs w:val="20"/>
                <w:lang w:val="en-ZA"/>
              </w:rPr>
              <w:t xml:space="preserve">(SBD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6.1</w:t>
            </w:r>
            <w:r w:rsidR="00FD24C1" w:rsidRPr="00E3701A">
              <w:rPr>
                <w:rFonts w:ascii="Arial" w:hAnsi="Arial" w:cs="Arial"/>
                <w:sz w:val="18"/>
                <w:szCs w:val="20"/>
                <w:lang w:val="en-ZA"/>
              </w:rPr>
              <w:t>)</w:t>
            </w:r>
          </w:p>
        </w:tc>
        <w:tc>
          <w:tcPr>
            <w:tcW w:w="1320" w:type="dxa"/>
            <w:vAlign w:val="center"/>
          </w:tcPr>
          <w:p w:rsidR="00FD24C1" w:rsidRPr="005D0051" w:rsidRDefault="00FD24C1" w:rsidP="00FD24C1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>
        <w:trPr>
          <w:tblHeader/>
        </w:trPr>
        <w:tc>
          <w:tcPr>
            <w:tcW w:w="6240" w:type="dxa"/>
            <w:gridSpan w:val="2"/>
            <w:vAlign w:val="center"/>
          </w:tcPr>
          <w:p w:rsidR="00A4457F" w:rsidRPr="00772296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E3701A">
              <w:rPr>
                <w:rFonts w:ascii="Arial" w:hAnsi="Arial" w:cs="Arial"/>
                <w:sz w:val="18"/>
                <w:szCs w:val="20"/>
                <w:lang w:val="en-ZA"/>
              </w:rPr>
              <w:t xml:space="preserve">Declaration of Past </w:t>
            </w:r>
            <w:smartTag w:uri="urn:schemas-microsoft-com:office:smarttags" w:element="Street">
              <w:r w:rsidRPr="00E3701A">
                <w:rPr>
                  <w:rFonts w:ascii="Arial" w:hAnsi="Arial" w:cs="Arial"/>
                  <w:sz w:val="18"/>
                  <w:szCs w:val="20"/>
                  <w:lang w:val="en-ZA"/>
                </w:rPr>
                <w:t>SCM</w:t>
              </w:r>
            </w:smartTag>
            <w:r w:rsidRPr="00E3701A">
              <w:rPr>
                <w:rFonts w:ascii="Arial" w:hAnsi="Arial" w:cs="Arial"/>
                <w:sz w:val="18"/>
                <w:szCs w:val="20"/>
                <w:lang w:val="en-ZA"/>
              </w:rPr>
              <w:t xml:space="preserve"> Practices (SBD 8)</w:t>
            </w:r>
          </w:p>
        </w:tc>
        <w:tc>
          <w:tcPr>
            <w:tcW w:w="1320" w:type="dxa"/>
            <w:vAlign w:val="center"/>
          </w:tcPr>
          <w:p w:rsidR="00A4457F" w:rsidRPr="005D0051" w:rsidRDefault="00A4457F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>
        <w:trPr>
          <w:tblHeader/>
        </w:trPr>
        <w:tc>
          <w:tcPr>
            <w:tcW w:w="6240" w:type="dxa"/>
            <w:gridSpan w:val="2"/>
            <w:vAlign w:val="center"/>
          </w:tcPr>
          <w:p w:rsidR="00A4457F" w:rsidRPr="00772296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E3701A">
              <w:rPr>
                <w:rFonts w:ascii="Arial" w:hAnsi="Arial" w:cs="Arial"/>
                <w:sz w:val="18"/>
                <w:szCs w:val="20"/>
                <w:lang w:val="en-ZA"/>
              </w:rPr>
              <w:t>Certificate of Independent Bid Determination (SBD 9)</w:t>
            </w:r>
          </w:p>
        </w:tc>
        <w:tc>
          <w:tcPr>
            <w:tcW w:w="1320" w:type="dxa"/>
            <w:vAlign w:val="center"/>
          </w:tcPr>
          <w:p w:rsidR="00A4457F" w:rsidRPr="005D0051" w:rsidRDefault="00A4457F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>
        <w:trPr>
          <w:tblHeader/>
        </w:trPr>
        <w:tc>
          <w:tcPr>
            <w:tcW w:w="6240" w:type="dxa"/>
            <w:gridSpan w:val="2"/>
            <w:vAlign w:val="center"/>
          </w:tcPr>
          <w:p w:rsidR="00A4457F" w:rsidRPr="00772296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E3701A">
              <w:rPr>
                <w:rFonts w:ascii="Arial" w:hAnsi="Arial" w:cs="Arial"/>
                <w:sz w:val="18"/>
                <w:szCs w:val="20"/>
                <w:lang w:val="en-ZA"/>
              </w:rPr>
              <w:t>Supplier Cost and Risk Assessment Questionnaire</w:t>
            </w:r>
          </w:p>
        </w:tc>
        <w:tc>
          <w:tcPr>
            <w:tcW w:w="1320" w:type="dxa"/>
            <w:vAlign w:val="center"/>
          </w:tcPr>
          <w:p w:rsidR="00A4457F" w:rsidRPr="005D0051" w:rsidRDefault="00A4457F" w:rsidP="00497BEE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>
        <w:trPr>
          <w:tblHeader/>
        </w:trPr>
        <w:tc>
          <w:tcPr>
            <w:tcW w:w="6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57F" w:rsidRPr="00772296" w:rsidRDefault="00A4457F" w:rsidP="00FF7F8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Bidder’s current and valid </w:t>
            </w:r>
            <w:r w:rsidR="008049DD">
              <w:rPr>
                <w:rFonts w:ascii="Arial" w:hAnsi="Arial" w:cs="Arial"/>
                <w:sz w:val="18"/>
                <w:szCs w:val="20"/>
                <w:lang w:val="en-ZA"/>
              </w:rPr>
              <w:t>CSD report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57F" w:rsidRPr="00E3701A" w:rsidRDefault="00A4457F" w:rsidP="00497BEE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>
        <w:trPr>
          <w:tblHeader/>
        </w:trPr>
        <w:tc>
          <w:tcPr>
            <w:tcW w:w="6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57F" w:rsidRDefault="00A4457F" w:rsidP="00A8334C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CE24B4">
              <w:rPr>
                <w:rFonts w:ascii="Arial" w:hAnsi="Arial" w:cs="Arial"/>
                <w:sz w:val="18"/>
                <w:szCs w:val="20"/>
                <w:lang w:val="en-ZA"/>
              </w:rPr>
              <w:t>31-2020</w:t>
            </w:r>
            <w:r w:rsidR="00BC45AC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="00094D6B">
              <w:rPr>
                <w:rFonts w:ascii="Arial" w:hAnsi="Arial" w:cs="Arial"/>
                <w:sz w:val="18"/>
                <w:szCs w:val="20"/>
                <w:lang w:val="en-ZA"/>
              </w:rPr>
              <w:t>5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-</w:t>
            </w:r>
            <w:r w:rsidR="00094D6B">
              <w:rPr>
                <w:rFonts w:ascii="Arial" w:hAnsi="Arial" w:cs="Arial"/>
                <w:sz w:val="18"/>
                <w:szCs w:val="20"/>
                <w:lang w:val="en-ZA"/>
              </w:rPr>
              <w:t>1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="00A8334C">
              <w:rPr>
                <w:rFonts w:ascii="Arial" w:hAnsi="Arial" w:cs="Arial"/>
                <w:sz w:val="18"/>
                <w:szCs w:val="20"/>
                <w:lang w:val="en-ZA"/>
              </w:rPr>
              <w:t xml:space="preserve">Mandatory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Pre-</w:t>
            </w:r>
            <w:r w:rsidR="00A8334C">
              <w:rPr>
                <w:rFonts w:ascii="Arial" w:hAnsi="Arial" w:cs="Arial"/>
                <w:sz w:val="18"/>
                <w:szCs w:val="20"/>
                <w:lang w:val="en-ZA"/>
              </w:rPr>
              <w:t>technical</w:t>
            </w:r>
            <w:r w:rsidR="00A8334C"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Response Template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57F" w:rsidRPr="005D0051" w:rsidRDefault="00A4457F" w:rsidP="00497BEE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FF7F83" w:rsidRPr="00916F6F">
        <w:trPr>
          <w:tblHeader/>
        </w:trPr>
        <w:tc>
          <w:tcPr>
            <w:tcW w:w="6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7F83" w:rsidRDefault="00FF7F83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8049DD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CE24B4">
              <w:rPr>
                <w:rFonts w:ascii="Arial" w:hAnsi="Arial" w:cs="Arial"/>
                <w:sz w:val="18"/>
                <w:szCs w:val="20"/>
                <w:lang w:val="en-ZA"/>
              </w:rPr>
              <w:t>31-2020</w:t>
            </w:r>
            <w:r w:rsidRPr="008049DD">
              <w:rPr>
                <w:rFonts w:ascii="Arial" w:hAnsi="Arial" w:cs="Arial"/>
                <w:sz w:val="18"/>
                <w:szCs w:val="20"/>
                <w:lang w:val="en-ZA"/>
              </w:rPr>
              <w:t xml:space="preserve"> 5-2 Technical Response Template.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F7F83" w:rsidRPr="005D0051" w:rsidRDefault="00FF7F83" w:rsidP="00497BEE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>
        <w:trPr>
          <w:tblHeader/>
        </w:trPr>
        <w:tc>
          <w:tcPr>
            <w:tcW w:w="6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57F" w:rsidRPr="00772296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Bidder’s last 3 (three) years’ audited/reviewed Annual Financial Statements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57F" w:rsidRPr="00E3701A" w:rsidRDefault="00A4457F" w:rsidP="00497BEE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>
        <w:trPr>
          <w:tblHeader/>
        </w:trPr>
        <w:tc>
          <w:tcPr>
            <w:tcW w:w="62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57F" w:rsidRPr="00772296" w:rsidRDefault="00A4457F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Proposal Response Checklist (this document)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457F" w:rsidRPr="00E3701A" w:rsidRDefault="00A4457F" w:rsidP="00497BEE">
            <w:pPr>
              <w:widowControl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A4457F" w:rsidRPr="00916F6F" w:rsidTr="00540C69">
        <w:trPr>
          <w:tblHeader/>
        </w:trPr>
        <w:tc>
          <w:tcPr>
            <w:tcW w:w="3360" w:type="dxa"/>
            <w:vAlign w:val="center"/>
          </w:tcPr>
          <w:p w:rsidR="00A4457F" w:rsidRPr="00772296" w:rsidRDefault="00A4457F" w:rsidP="00FF7F8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Subcontractor(s) </w:t>
            </w:r>
            <w:r w:rsidR="00FF7F83">
              <w:rPr>
                <w:rFonts w:ascii="Arial" w:hAnsi="Arial" w:cs="Arial"/>
                <w:sz w:val="18"/>
                <w:szCs w:val="20"/>
                <w:lang w:val="en-ZA"/>
              </w:rPr>
              <w:t>CSD Report</w:t>
            </w:r>
            <w:r w:rsidR="00A8334C">
              <w:rPr>
                <w:rFonts w:ascii="Arial" w:hAnsi="Arial" w:cs="Arial"/>
                <w:sz w:val="18"/>
                <w:szCs w:val="20"/>
                <w:lang w:val="en-ZA"/>
              </w:rPr>
              <w:t xml:space="preserve"> (where applicable)</w:t>
            </w:r>
          </w:p>
        </w:tc>
        <w:tc>
          <w:tcPr>
            <w:tcW w:w="2880" w:type="dxa"/>
          </w:tcPr>
          <w:p w:rsidR="00A4457F" w:rsidRPr="00E3701A" w:rsidRDefault="00A4457F" w:rsidP="00FF7F83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Current and valid </w:t>
            </w:r>
            <w:r w:rsidR="00FF7F83">
              <w:rPr>
                <w:rFonts w:ascii="Arial" w:hAnsi="Arial" w:cs="Arial"/>
                <w:sz w:val="18"/>
                <w:szCs w:val="20"/>
                <w:lang w:val="en-ZA"/>
              </w:rPr>
              <w:t>CSD report/s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have been attached for all Subcontractors.</w:t>
            </w:r>
          </w:p>
        </w:tc>
        <w:tc>
          <w:tcPr>
            <w:tcW w:w="1320" w:type="dxa"/>
            <w:vAlign w:val="center"/>
          </w:tcPr>
          <w:p w:rsidR="00A4457F" w:rsidRPr="005D0051" w:rsidRDefault="00A4457F" w:rsidP="00540C69">
            <w:pPr>
              <w:widowControl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</w:tbl>
    <w:p w:rsidR="00632383" w:rsidRDefault="00632383" w:rsidP="00772296">
      <w:pPr>
        <w:pStyle w:val="Heading1Text"/>
        <w:rPr>
          <w:rFonts w:ascii="Arial" w:hAnsi="Arial"/>
          <w:lang w:val="en-ZA"/>
        </w:rPr>
      </w:pPr>
    </w:p>
    <w:p w:rsidR="00912DF5" w:rsidRPr="00497BEE" w:rsidRDefault="006D107D" w:rsidP="00912DF5">
      <w:pPr>
        <w:pStyle w:val="Heading1Text"/>
        <w:numPr>
          <w:ilvl w:val="0"/>
          <w:numId w:val="19"/>
        </w:numPr>
        <w:tabs>
          <w:tab w:val="num" w:pos="1200"/>
        </w:tabs>
        <w:rPr>
          <w:rFonts w:ascii="Arial" w:hAnsi="Arial"/>
          <w:b/>
          <w:lang w:val="en-ZA"/>
        </w:rPr>
      </w:pPr>
      <w:r>
        <w:rPr>
          <w:rFonts w:ascii="Arial" w:hAnsi="Arial"/>
          <w:b/>
          <w:lang w:val="en-ZA"/>
        </w:rPr>
        <w:br w:type="page"/>
      </w:r>
      <w:r w:rsidR="00912DF5">
        <w:rPr>
          <w:rFonts w:ascii="Arial" w:hAnsi="Arial"/>
          <w:b/>
          <w:lang w:val="en-ZA"/>
        </w:rPr>
        <w:lastRenderedPageBreak/>
        <w:t>Pricing File</w:t>
      </w:r>
    </w:p>
    <w:p w:rsidR="00912DF5" w:rsidRPr="00CF41A9" w:rsidRDefault="00912DF5" w:rsidP="00912DF5">
      <w:pPr>
        <w:pStyle w:val="Heading1Text"/>
        <w:tabs>
          <w:tab w:val="num" w:pos="1200"/>
        </w:tabs>
        <w:ind w:left="840"/>
        <w:rPr>
          <w:rFonts w:ascii="Arial" w:hAnsi="Arial"/>
          <w:sz w:val="20"/>
          <w:szCs w:val="20"/>
          <w:lang w:val="en-ZA"/>
        </w:rPr>
      </w:pPr>
      <w:r w:rsidRPr="00CF41A9">
        <w:rPr>
          <w:rFonts w:ascii="Arial" w:hAnsi="Arial"/>
          <w:sz w:val="20"/>
          <w:szCs w:val="20"/>
          <w:lang w:val="en-ZA"/>
        </w:rPr>
        <w:t xml:space="preserve">The following documents have been submitted by the Bidder in its Proposal in the </w:t>
      </w:r>
      <w:r>
        <w:rPr>
          <w:rFonts w:ascii="Arial" w:hAnsi="Arial"/>
          <w:sz w:val="20"/>
          <w:szCs w:val="20"/>
          <w:lang w:val="en-ZA"/>
        </w:rPr>
        <w:t>Pricing</w:t>
      </w:r>
      <w:r w:rsidRPr="00CF41A9">
        <w:rPr>
          <w:rFonts w:ascii="Arial" w:hAnsi="Arial"/>
          <w:sz w:val="20"/>
          <w:szCs w:val="20"/>
          <w:lang w:val="en-ZA"/>
        </w:rPr>
        <w:t xml:space="preserve"> File (see the </w:t>
      </w:r>
      <w:r w:rsidRPr="006E3FB5">
        <w:rPr>
          <w:rFonts w:ascii="Arial" w:hAnsi="Arial"/>
          <w:i/>
          <w:sz w:val="20"/>
          <w:szCs w:val="20"/>
          <w:u w:val="single"/>
          <w:lang w:val="en-ZA"/>
        </w:rPr>
        <w:t>RFP Main document</w:t>
      </w:r>
      <w:r w:rsidRPr="00CF41A9">
        <w:rPr>
          <w:rFonts w:ascii="Arial" w:hAnsi="Arial"/>
          <w:sz w:val="20"/>
          <w:szCs w:val="20"/>
          <w:lang w:val="en-ZA"/>
        </w:rPr>
        <w:t xml:space="preserve"> for detailed instructions regarding the </w:t>
      </w:r>
      <w:r>
        <w:rPr>
          <w:rFonts w:ascii="Arial" w:hAnsi="Arial"/>
          <w:sz w:val="20"/>
          <w:szCs w:val="20"/>
          <w:lang w:val="en-ZA"/>
        </w:rPr>
        <w:t>Pricing File</w:t>
      </w:r>
      <w:r w:rsidRPr="00CF41A9">
        <w:rPr>
          <w:rFonts w:ascii="Arial" w:hAnsi="Arial"/>
          <w:sz w:val="20"/>
          <w:szCs w:val="20"/>
          <w:lang w:val="en-ZA"/>
        </w:rPr>
        <w:t>)</w:t>
      </w:r>
    </w:p>
    <w:tbl>
      <w:tblPr>
        <w:tblW w:w="7560" w:type="dxa"/>
        <w:tblInd w:w="13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2880"/>
        <w:gridCol w:w="1320"/>
      </w:tblGrid>
      <w:tr w:rsidR="00912DF5" w:rsidRPr="00772296" w:rsidTr="00540C69">
        <w:trPr>
          <w:tblHeader/>
        </w:trPr>
        <w:tc>
          <w:tcPr>
            <w:tcW w:w="6240" w:type="dxa"/>
            <w:gridSpan w:val="2"/>
            <w:shd w:val="clear" w:color="auto" w:fill="E6E6E6"/>
            <w:vAlign w:val="center"/>
          </w:tcPr>
          <w:p w:rsidR="00912DF5" w:rsidRPr="00772296" w:rsidRDefault="00912DF5" w:rsidP="00540C6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 w:rsidRPr="00772296">
              <w:rPr>
                <w:rFonts w:ascii="Arial" w:hAnsi="Arial" w:cs="Arial"/>
                <w:b/>
                <w:sz w:val="20"/>
                <w:szCs w:val="20"/>
                <w:lang w:val="en-ZA"/>
              </w:rPr>
              <w:t>Document Name</w:t>
            </w:r>
          </w:p>
        </w:tc>
        <w:tc>
          <w:tcPr>
            <w:tcW w:w="1320" w:type="dxa"/>
            <w:shd w:val="clear" w:color="auto" w:fill="E6E6E6"/>
            <w:vAlign w:val="center"/>
          </w:tcPr>
          <w:p w:rsidR="00912DF5" w:rsidRPr="00772296" w:rsidRDefault="00912DF5" w:rsidP="00540C69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ZA"/>
              </w:rPr>
              <w:t>Included</w:t>
            </w:r>
          </w:p>
        </w:tc>
      </w:tr>
      <w:tr w:rsidR="00912DF5" w:rsidRPr="005D0051" w:rsidTr="00540C69">
        <w:trPr>
          <w:tblHeader/>
        </w:trPr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2DF5" w:rsidRPr="00772296" w:rsidRDefault="00912DF5" w:rsidP="00094D6B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 xml:space="preserve">SARS </w:t>
            </w:r>
            <w:r w:rsidR="00F361B2">
              <w:rPr>
                <w:rFonts w:ascii="Arial" w:hAnsi="Arial" w:cs="Arial"/>
                <w:sz w:val="18"/>
                <w:szCs w:val="20"/>
                <w:lang w:val="en-ZA"/>
              </w:rPr>
              <w:t xml:space="preserve">RFP </w:t>
            </w:r>
            <w:r w:rsidR="00CE24B4">
              <w:rPr>
                <w:rFonts w:ascii="Arial" w:hAnsi="Arial" w:cs="Arial"/>
                <w:sz w:val="18"/>
                <w:szCs w:val="20"/>
                <w:lang w:val="en-ZA"/>
              </w:rPr>
              <w:t>31-2020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5-</w:t>
            </w:r>
            <w:r w:rsidR="00094D6B">
              <w:rPr>
                <w:rFonts w:ascii="Arial" w:hAnsi="Arial" w:cs="Arial"/>
                <w:sz w:val="18"/>
                <w:szCs w:val="20"/>
                <w:lang w:val="en-ZA"/>
              </w:rPr>
              <w:t>3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  <w:r w:rsidRPr="00772296">
              <w:rPr>
                <w:rFonts w:ascii="Arial" w:hAnsi="Arial" w:cs="Arial"/>
                <w:sz w:val="18"/>
                <w:szCs w:val="20"/>
                <w:lang w:val="en-ZA"/>
              </w:rPr>
              <w:t>Pricing Response Template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 xml:space="preserve"> 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DF5" w:rsidRDefault="00912DF5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All fields on worksheets have been populated</w:t>
            </w:r>
          </w:p>
          <w:p w:rsidR="00912DF5" w:rsidRPr="00912DF5" w:rsidRDefault="00912DF5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912DF5">
              <w:rPr>
                <w:rFonts w:ascii="Arial" w:hAnsi="Arial" w:cs="Arial"/>
                <w:sz w:val="18"/>
                <w:szCs w:val="20"/>
                <w:lang w:val="en-ZA"/>
              </w:rPr>
              <w:t xml:space="preserve">All sheets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have</w:t>
            </w:r>
            <w:r w:rsidRPr="00912DF5">
              <w:rPr>
                <w:rFonts w:ascii="Arial" w:hAnsi="Arial" w:cs="Arial"/>
                <w:sz w:val="18"/>
                <w:szCs w:val="20"/>
                <w:lang w:val="en-ZA"/>
              </w:rPr>
              <w:t xml:space="preserve"> been initialled</w:t>
            </w:r>
          </w:p>
          <w:p w:rsidR="00912DF5" w:rsidRPr="00E3701A" w:rsidRDefault="00912DF5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 w:rsidRPr="00912DF5">
              <w:rPr>
                <w:rFonts w:ascii="Arial" w:hAnsi="Arial" w:cs="Arial"/>
                <w:sz w:val="18"/>
                <w:szCs w:val="20"/>
                <w:lang w:val="en-ZA"/>
              </w:rPr>
              <w:t xml:space="preserve">The </w:t>
            </w:r>
            <w:r>
              <w:rPr>
                <w:rFonts w:ascii="Arial" w:hAnsi="Arial" w:cs="Arial"/>
                <w:sz w:val="18"/>
                <w:szCs w:val="20"/>
                <w:lang w:val="en-ZA"/>
              </w:rPr>
              <w:t>Pricing file</w:t>
            </w:r>
            <w:r w:rsidRPr="00912DF5">
              <w:rPr>
                <w:rFonts w:ascii="Arial" w:hAnsi="Arial" w:cs="Arial"/>
                <w:sz w:val="18"/>
                <w:szCs w:val="20"/>
                <w:lang w:val="en-ZA"/>
              </w:rPr>
              <w:t xml:space="preserve"> has been separately bound and sealed.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2DF5" w:rsidRPr="005D0051" w:rsidRDefault="00912DF5" w:rsidP="006E3FB5">
            <w:pPr>
              <w:widowControl/>
              <w:spacing w:before="60" w:after="6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917F21" w:rsidRPr="005D0051" w:rsidTr="00540C69">
        <w:trPr>
          <w:tblHeader/>
        </w:trPr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7F21" w:rsidRPr="00772296" w:rsidRDefault="00917F21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Bidder’s current and valid B-BBEE certificate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F21" w:rsidRDefault="00917F21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Valid B-BBEE certificate included in the Pricing file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7F21" w:rsidRPr="005D0051" w:rsidRDefault="00917F21" w:rsidP="006E3FB5">
            <w:pPr>
              <w:widowControl/>
              <w:spacing w:before="60" w:after="6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917F21" w:rsidRPr="005D0051" w:rsidTr="00540C69">
        <w:trPr>
          <w:tblHeader/>
        </w:trPr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7F21" w:rsidRDefault="00917F21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Subcontractor(s) B-BBEE certificates</w:t>
            </w:r>
            <w:r w:rsidR="00A8334C">
              <w:rPr>
                <w:rFonts w:ascii="Arial" w:hAnsi="Arial" w:cs="Arial"/>
                <w:sz w:val="18"/>
                <w:szCs w:val="20"/>
                <w:lang w:val="en-ZA"/>
              </w:rPr>
              <w:t xml:space="preserve"> (where applicable)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7F21" w:rsidRDefault="00917F21" w:rsidP="006E3FB5">
            <w:pPr>
              <w:spacing w:before="60" w:after="60"/>
              <w:jc w:val="left"/>
              <w:rPr>
                <w:rFonts w:ascii="Arial" w:hAnsi="Arial" w:cs="Arial"/>
                <w:sz w:val="18"/>
                <w:szCs w:val="20"/>
                <w:lang w:val="en-ZA"/>
              </w:rPr>
            </w:pPr>
            <w:r>
              <w:rPr>
                <w:rFonts w:ascii="Arial" w:hAnsi="Arial" w:cs="Arial"/>
                <w:sz w:val="18"/>
                <w:szCs w:val="20"/>
                <w:lang w:val="en-ZA"/>
              </w:rPr>
              <w:t>Current and valid B-BBEE Certificates have been attached for all Subcontractors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7F21" w:rsidRPr="005D0051" w:rsidRDefault="00917F21" w:rsidP="006E3FB5">
            <w:pPr>
              <w:widowControl/>
              <w:spacing w:before="60" w:after="60"/>
              <w:jc w:val="center"/>
              <w:rPr>
                <w:rFonts w:ascii="Arial" w:hAnsi="Arial" w:cs="Arial"/>
                <w:sz w:val="44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</w:tbl>
    <w:p w:rsidR="006477B0" w:rsidRDefault="006477B0" w:rsidP="00CF41A9">
      <w:pPr>
        <w:pStyle w:val="Heading1Text"/>
        <w:ind w:left="360"/>
        <w:rPr>
          <w:rFonts w:ascii="Arial" w:hAnsi="Arial"/>
          <w:lang w:val="en-ZA"/>
        </w:rPr>
      </w:pPr>
    </w:p>
    <w:p w:rsidR="001240CD" w:rsidRPr="00497BEE" w:rsidRDefault="001240CD" w:rsidP="001240CD">
      <w:pPr>
        <w:pStyle w:val="Heading1Text"/>
        <w:numPr>
          <w:ilvl w:val="0"/>
          <w:numId w:val="19"/>
        </w:numPr>
        <w:tabs>
          <w:tab w:val="num" w:pos="1200"/>
        </w:tabs>
        <w:rPr>
          <w:rFonts w:ascii="Arial" w:hAnsi="Arial"/>
          <w:b/>
          <w:lang w:val="en-ZA"/>
        </w:rPr>
      </w:pPr>
      <w:r w:rsidRPr="00497BEE">
        <w:rPr>
          <w:rFonts w:ascii="Arial" w:hAnsi="Arial"/>
          <w:b/>
          <w:lang w:val="en-ZA"/>
        </w:rPr>
        <w:t>Finalisation of Proposal.</w:t>
      </w:r>
    </w:p>
    <w:tbl>
      <w:tblPr>
        <w:tblW w:w="0" w:type="auto"/>
        <w:tblInd w:w="1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  <w:gridCol w:w="1320"/>
      </w:tblGrid>
      <w:tr w:rsidR="001240CD" w:rsidRPr="001240CD">
        <w:trPr>
          <w:cantSplit/>
          <w:trHeight w:val="283"/>
        </w:trPr>
        <w:tc>
          <w:tcPr>
            <w:tcW w:w="6120" w:type="dxa"/>
            <w:shd w:val="clear" w:color="auto" w:fill="E6E6E6"/>
            <w:vAlign w:val="center"/>
          </w:tcPr>
          <w:p w:rsidR="001240CD" w:rsidRPr="001240CD" w:rsidRDefault="001240CD" w:rsidP="001240CD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ZA"/>
              </w:rPr>
              <w:t>Action</w:t>
            </w:r>
          </w:p>
        </w:tc>
        <w:tc>
          <w:tcPr>
            <w:tcW w:w="1320" w:type="dxa"/>
            <w:shd w:val="clear" w:color="auto" w:fill="E6E6E6"/>
            <w:vAlign w:val="center"/>
          </w:tcPr>
          <w:p w:rsidR="001240CD" w:rsidRPr="001240CD" w:rsidRDefault="001240CD" w:rsidP="001240CD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ZA"/>
              </w:rPr>
              <w:t>Check</w:t>
            </w:r>
          </w:p>
        </w:tc>
      </w:tr>
      <w:tr w:rsidR="001240CD" w:rsidRPr="005D0051">
        <w:trPr>
          <w:cantSplit/>
          <w:trHeight w:val="420"/>
        </w:trPr>
        <w:tc>
          <w:tcPr>
            <w:tcW w:w="6120" w:type="dxa"/>
          </w:tcPr>
          <w:p w:rsidR="001240CD" w:rsidRPr="00C277FD" w:rsidRDefault="001240CD" w:rsidP="006E3FB5">
            <w:pPr>
              <w:pStyle w:val="Heading4"/>
              <w:numPr>
                <w:ilvl w:val="0"/>
                <w:numId w:val="0"/>
              </w:numPr>
              <w:spacing w:before="60" w:after="60"/>
              <w:ind w:left="252"/>
              <w:jc w:val="lef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C277FD">
              <w:rPr>
                <w:rFonts w:ascii="Arial" w:hAnsi="Arial" w:cs="Arial"/>
                <w:sz w:val="18"/>
                <w:szCs w:val="18"/>
                <w:lang w:val="en-ZA"/>
              </w:rPr>
              <w:t xml:space="preserve">Electronic copies have been written to </w:t>
            </w:r>
            <w:r w:rsidR="00094D6B">
              <w:rPr>
                <w:rFonts w:ascii="Arial" w:hAnsi="Arial" w:cs="Arial"/>
                <w:sz w:val="18"/>
                <w:szCs w:val="18"/>
                <w:lang w:val="en-ZA"/>
              </w:rPr>
              <w:t>USB Flash drive/</w:t>
            </w:r>
            <w:r w:rsidRPr="00C277FD">
              <w:rPr>
                <w:rFonts w:ascii="Arial" w:hAnsi="Arial" w:cs="Arial"/>
                <w:sz w:val="18"/>
                <w:szCs w:val="18"/>
                <w:lang w:val="en-ZA"/>
              </w:rPr>
              <w:t>CD</w:t>
            </w:r>
            <w:r w:rsidR="007436CC">
              <w:rPr>
                <w:rFonts w:ascii="Arial" w:hAnsi="Arial" w:cs="Arial"/>
                <w:sz w:val="18"/>
                <w:szCs w:val="18"/>
                <w:lang w:val="en-ZA"/>
              </w:rPr>
              <w:t>/DVD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 xml:space="preserve"> and Bidder has checked that the </w:t>
            </w:r>
            <w:r w:rsidR="00746AD8">
              <w:rPr>
                <w:rFonts w:ascii="Arial" w:hAnsi="Arial" w:cs="Arial"/>
                <w:sz w:val="18"/>
                <w:szCs w:val="18"/>
                <w:lang w:val="en-ZA"/>
              </w:rPr>
              <w:t>USB/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>CD</w:t>
            </w:r>
            <w:r w:rsidR="007436CC">
              <w:rPr>
                <w:rFonts w:ascii="Arial" w:hAnsi="Arial" w:cs="Arial"/>
                <w:sz w:val="18"/>
                <w:szCs w:val="18"/>
                <w:lang w:val="en-ZA"/>
              </w:rPr>
              <w:t>/DVD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>’s can be read.</w:t>
            </w:r>
          </w:p>
        </w:tc>
        <w:tc>
          <w:tcPr>
            <w:tcW w:w="1320" w:type="dxa"/>
          </w:tcPr>
          <w:p w:rsidR="001240CD" w:rsidRPr="005D0051" w:rsidRDefault="001240CD" w:rsidP="006E3FB5">
            <w:pPr>
              <w:widowControl/>
              <w:spacing w:before="60" w:after="60"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1240CD" w:rsidRPr="005D0051">
        <w:trPr>
          <w:cantSplit/>
          <w:trHeight w:val="490"/>
        </w:trPr>
        <w:tc>
          <w:tcPr>
            <w:tcW w:w="6120" w:type="dxa"/>
          </w:tcPr>
          <w:p w:rsidR="001240CD" w:rsidRPr="00C277FD" w:rsidRDefault="00C04493" w:rsidP="006E3FB5">
            <w:pPr>
              <w:pStyle w:val="Heading4"/>
              <w:numPr>
                <w:ilvl w:val="0"/>
                <w:numId w:val="0"/>
              </w:numPr>
              <w:spacing w:before="60" w:after="60"/>
              <w:ind w:left="252"/>
              <w:jc w:val="lef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Bidder has checked that the electronic copies and the hardcopies have the same content</w:t>
            </w:r>
            <w:r w:rsidR="001240CD">
              <w:rPr>
                <w:rFonts w:ascii="Arial" w:hAnsi="Arial" w:cs="Arial"/>
                <w:sz w:val="18"/>
                <w:szCs w:val="18"/>
                <w:lang w:val="en-ZA"/>
              </w:rPr>
              <w:t>.</w:t>
            </w:r>
          </w:p>
        </w:tc>
        <w:tc>
          <w:tcPr>
            <w:tcW w:w="1320" w:type="dxa"/>
          </w:tcPr>
          <w:p w:rsidR="001240CD" w:rsidRPr="005D0051" w:rsidRDefault="001240CD" w:rsidP="006E3FB5">
            <w:pPr>
              <w:widowControl/>
              <w:spacing w:before="60" w:after="60"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C04493" w:rsidRPr="005D0051" w:rsidTr="00C04493">
        <w:trPr>
          <w:cantSplit/>
          <w:trHeight w:val="490"/>
        </w:trPr>
        <w:tc>
          <w:tcPr>
            <w:tcW w:w="6120" w:type="dxa"/>
          </w:tcPr>
          <w:p w:rsidR="00C04493" w:rsidRPr="00C277FD" w:rsidRDefault="00C04493" w:rsidP="006E3FB5">
            <w:pPr>
              <w:pStyle w:val="Heading4"/>
              <w:numPr>
                <w:ilvl w:val="0"/>
                <w:numId w:val="0"/>
              </w:numPr>
              <w:spacing w:before="60" w:after="60"/>
              <w:ind w:left="252"/>
              <w:jc w:val="lef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C277FD">
              <w:rPr>
                <w:rFonts w:ascii="Arial" w:hAnsi="Arial" w:cs="Arial"/>
                <w:sz w:val="18"/>
                <w:szCs w:val="18"/>
                <w:lang w:val="en-ZA"/>
              </w:rPr>
              <w:t>Pricing and Non-Pricing par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>ts of Tender have been separately bound</w:t>
            </w:r>
            <w:r w:rsidR="007436CC">
              <w:rPr>
                <w:rFonts w:ascii="Arial" w:hAnsi="Arial" w:cs="Arial"/>
                <w:sz w:val="18"/>
                <w:szCs w:val="18"/>
                <w:lang w:val="en-ZA"/>
              </w:rPr>
              <w:t xml:space="preserve"> and sealed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>.</w:t>
            </w:r>
          </w:p>
        </w:tc>
        <w:tc>
          <w:tcPr>
            <w:tcW w:w="1320" w:type="dxa"/>
          </w:tcPr>
          <w:p w:rsidR="00C04493" w:rsidRPr="005D0051" w:rsidRDefault="00C04493" w:rsidP="006E3FB5">
            <w:pPr>
              <w:widowControl/>
              <w:spacing w:before="60" w:after="60"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  <w:tr w:rsidR="001240CD" w:rsidRPr="005D0051" w:rsidTr="00A9554B">
        <w:trPr>
          <w:cantSplit/>
          <w:trHeight w:val="699"/>
        </w:trPr>
        <w:tc>
          <w:tcPr>
            <w:tcW w:w="6120" w:type="dxa"/>
          </w:tcPr>
          <w:p w:rsidR="001240CD" w:rsidRPr="00A85E52" w:rsidRDefault="001240CD" w:rsidP="006E3FB5">
            <w:pPr>
              <w:pStyle w:val="Heading4"/>
              <w:numPr>
                <w:ilvl w:val="0"/>
                <w:numId w:val="0"/>
              </w:numPr>
              <w:spacing w:before="60" w:after="60"/>
              <w:ind w:left="252"/>
              <w:jc w:val="left"/>
              <w:rPr>
                <w:rFonts w:ascii="Arial" w:hAnsi="Arial" w:cs="Arial"/>
                <w:i/>
                <w:sz w:val="18"/>
                <w:szCs w:val="18"/>
                <w:lang w:val="en-ZA"/>
              </w:rPr>
            </w:pPr>
            <w:r w:rsidRPr="00C277FD">
              <w:rPr>
                <w:rFonts w:ascii="Arial" w:hAnsi="Arial" w:cs="Arial"/>
                <w:sz w:val="18"/>
                <w:szCs w:val="18"/>
                <w:lang w:val="en-ZA"/>
              </w:rPr>
              <w:t xml:space="preserve">The 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 xml:space="preserve">Proposal </w:t>
            </w:r>
            <w:r w:rsidRPr="00C277FD">
              <w:rPr>
                <w:rFonts w:ascii="Arial" w:hAnsi="Arial" w:cs="Arial"/>
                <w:sz w:val="18"/>
                <w:szCs w:val="18"/>
                <w:lang w:val="en-ZA"/>
              </w:rPr>
              <w:t>has been labelled as per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 xml:space="preserve"> the instructions in clause</w:t>
            </w:r>
            <w:r w:rsidR="0037659C">
              <w:rPr>
                <w:rFonts w:ascii="Arial" w:hAnsi="Arial" w:cs="Arial"/>
                <w:sz w:val="18"/>
                <w:szCs w:val="18"/>
                <w:lang w:val="en-ZA"/>
              </w:rPr>
              <w:t xml:space="preserve"> </w:t>
            </w:r>
            <w:r w:rsidR="00912DF5">
              <w:rPr>
                <w:rFonts w:ascii="Arial" w:hAnsi="Arial" w:cs="Arial"/>
                <w:sz w:val="18"/>
                <w:szCs w:val="18"/>
                <w:lang w:val="en-ZA"/>
              </w:rPr>
              <w:t>12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 xml:space="preserve"> of the </w:t>
            </w:r>
            <w:r w:rsidRPr="006E3FB5">
              <w:rPr>
                <w:rFonts w:ascii="Arial" w:hAnsi="Arial" w:cs="Arial"/>
                <w:i/>
                <w:sz w:val="18"/>
                <w:szCs w:val="18"/>
                <w:u w:val="single"/>
                <w:lang w:val="en-ZA"/>
              </w:rPr>
              <w:t>RFP Main Document</w:t>
            </w:r>
          </w:p>
        </w:tc>
        <w:tc>
          <w:tcPr>
            <w:tcW w:w="1320" w:type="dxa"/>
          </w:tcPr>
          <w:p w:rsidR="001240CD" w:rsidRPr="005D0051" w:rsidRDefault="001240CD" w:rsidP="006E3FB5">
            <w:pPr>
              <w:widowControl/>
              <w:spacing w:before="60" w:after="60"/>
              <w:jc w:val="center"/>
              <w:rPr>
                <w:rFonts w:ascii="Arial" w:hAnsi="Arial" w:cs="Arial"/>
                <w:lang w:val="en-ZA"/>
              </w:rPr>
            </w:pPr>
            <w:r w:rsidRPr="005D0051">
              <w:rPr>
                <w:rFonts w:ascii="Arial" w:hAnsi="Arial" w:cs="Arial"/>
                <w:sz w:val="44"/>
                <w:lang w:val="en-ZA"/>
              </w:rPr>
              <w:sym w:font="Wingdings" w:char="F0A8"/>
            </w:r>
          </w:p>
        </w:tc>
      </w:tr>
    </w:tbl>
    <w:p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:rsidR="004E0967" w:rsidRDefault="004E0967" w:rsidP="007629F3">
      <w:pPr>
        <w:rPr>
          <w:rFonts w:ascii="Arial" w:hAnsi="Arial" w:cs="Arial"/>
          <w:sz w:val="24"/>
          <w:szCs w:val="24"/>
          <w:lang w:val="en-ZA"/>
        </w:rPr>
      </w:pPr>
    </w:p>
    <w:p w:rsidR="00624A5B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  <w:r w:rsidRPr="00CF41A9">
        <w:rPr>
          <w:rFonts w:ascii="Arial" w:hAnsi="Arial" w:cs="Arial"/>
          <w:sz w:val="20"/>
          <w:szCs w:val="20"/>
          <w:lang w:val="en-ZA"/>
        </w:rPr>
        <w:t xml:space="preserve">This checklist has been </w:t>
      </w:r>
      <w:r w:rsidR="00912DF5">
        <w:rPr>
          <w:rFonts w:ascii="Arial" w:hAnsi="Arial" w:cs="Arial"/>
          <w:sz w:val="20"/>
          <w:szCs w:val="20"/>
          <w:lang w:val="en-ZA"/>
        </w:rPr>
        <w:t>completed and signed-off</w:t>
      </w:r>
      <w:r w:rsidRPr="00CF41A9">
        <w:rPr>
          <w:rFonts w:ascii="Arial" w:hAnsi="Arial" w:cs="Arial"/>
          <w:sz w:val="20"/>
          <w:szCs w:val="20"/>
          <w:lang w:val="en-ZA"/>
        </w:rPr>
        <w:t xml:space="preserve"> by</w:t>
      </w:r>
      <w:r w:rsidR="00152B3C" w:rsidRPr="00CF41A9">
        <w:rPr>
          <w:rFonts w:ascii="Arial" w:hAnsi="Arial" w:cs="Arial"/>
          <w:sz w:val="20"/>
          <w:szCs w:val="20"/>
          <w:lang w:val="en-ZA"/>
        </w:rPr>
        <w:t xml:space="preserve">: </w:t>
      </w:r>
    </w:p>
    <w:p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</w:p>
    <w:p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</w:p>
    <w:p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  <w:r w:rsidRPr="00CF41A9">
        <w:rPr>
          <w:rFonts w:ascii="Arial" w:hAnsi="Arial" w:cs="Arial"/>
          <w:sz w:val="20"/>
          <w:szCs w:val="20"/>
          <w:lang w:val="en-ZA"/>
        </w:rPr>
        <w:t>Name: ………………………………………………….</w:t>
      </w:r>
    </w:p>
    <w:p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</w:p>
    <w:p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</w:p>
    <w:p w:rsidR="007629F3" w:rsidRPr="00CF41A9" w:rsidRDefault="007629F3" w:rsidP="007629F3">
      <w:pPr>
        <w:rPr>
          <w:rFonts w:ascii="Arial" w:hAnsi="Arial" w:cs="Arial"/>
          <w:sz w:val="20"/>
          <w:szCs w:val="20"/>
          <w:lang w:val="en-ZA"/>
        </w:rPr>
      </w:pPr>
      <w:r w:rsidRPr="00CF41A9">
        <w:rPr>
          <w:rFonts w:ascii="Arial" w:hAnsi="Arial" w:cs="Arial"/>
          <w:sz w:val="20"/>
          <w:szCs w:val="20"/>
          <w:lang w:val="en-ZA"/>
        </w:rPr>
        <w:t>Signature ………………………………………………</w:t>
      </w:r>
    </w:p>
    <w:p w:rsidR="00152B3C" w:rsidRPr="00CF41A9" w:rsidRDefault="00152B3C" w:rsidP="007629F3">
      <w:pPr>
        <w:rPr>
          <w:rFonts w:ascii="Arial" w:hAnsi="Arial" w:cs="Arial"/>
          <w:sz w:val="20"/>
          <w:szCs w:val="20"/>
          <w:lang w:val="en-ZA"/>
        </w:rPr>
      </w:pPr>
    </w:p>
    <w:p w:rsidR="00152B3C" w:rsidRDefault="00152B3C" w:rsidP="007629F3">
      <w:pPr>
        <w:rPr>
          <w:rFonts w:ascii="Arial" w:hAnsi="Arial" w:cs="Arial"/>
          <w:sz w:val="20"/>
          <w:szCs w:val="20"/>
          <w:lang w:val="en-ZA"/>
        </w:rPr>
      </w:pPr>
      <w:r w:rsidRPr="00CF41A9">
        <w:rPr>
          <w:rFonts w:ascii="Arial" w:hAnsi="Arial" w:cs="Arial"/>
          <w:sz w:val="20"/>
          <w:szCs w:val="20"/>
          <w:lang w:val="en-ZA"/>
        </w:rPr>
        <w:tab/>
      </w:r>
      <w:r w:rsidRPr="00CF41A9">
        <w:rPr>
          <w:rFonts w:ascii="Arial" w:hAnsi="Arial" w:cs="Arial"/>
          <w:sz w:val="20"/>
          <w:szCs w:val="20"/>
          <w:lang w:val="en-ZA"/>
        </w:rPr>
        <w:tab/>
        <w:t>(Authorised signatory of Bidder)</w:t>
      </w:r>
    </w:p>
    <w:p w:rsidR="00727B4B" w:rsidRDefault="00727B4B" w:rsidP="007629F3">
      <w:pPr>
        <w:rPr>
          <w:rFonts w:ascii="Arial" w:hAnsi="Arial" w:cs="Arial"/>
          <w:sz w:val="20"/>
          <w:szCs w:val="20"/>
          <w:lang w:val="en-ZA"/>
        </w:rPr>
      </w:pPr>
    </w:p>
    <w:p w:rsidR="00727B4B" w:rsidRDefault="00727B4B" w:rsidP="007629F3">
      <w:pPr>
        <w:rPr>
          <w:rFonts w:ascii="Arial" w:hAnsi="Arial" w:cs="Arial"/>
          <w:sz w:val="20"/>
          <w:szCs w:val="20"/>
          <w:lang w:val="en-ZA"/>
        </w:rPr>
      </w:pPr>
    </w:p>
    <w:p w:rsidR="00727B4B" w:rsidRPr="00CF41A9" w:rsidRDefault="00727B4B" w:rsidP="00727B4B">
      <w:pPr>
        <w:rPr>
          <w:rFonts w:ascii="Arial" w:hAnsi="Arial" w:cs="Arial"/>
          <w:sz w:val="20"/>
          <w:szCs w:val="20"/>
          <w:lang w:val="en-ZA"/>
        </w:rPr>
      </w:pPr>
      <w:r>
        <w:rPr>
          <w:rFonts w:ascii="Arial" w:hAnsi="Arial" w:cs="Arial"/>
          <w:sz w:val="20"/>
          <w:szCs w:val="20"/>
          <w:lang w:val="en-ZA"/>
        </w:rPr>
        <w:t>Designation</w:t>
      </w:r>
      <w:r w:rsidRPr="00CF41A9">
        <w:rPr>
          <w:rFonts w:ascii="Arial" w:hAnsi="Arial" w:cs="Arial"/>
          <w:sz w:val="20"/>
          <w:szCs w:val="20"/>
          <w:lang w:val="en-ZA"/>
        </w:rPr>
        <w:t xml:space="preserve"> ……………………………………………</w:t>
      </w:r>
    </w:p>
    <w:p w:rsidR="00727B4B" w:rsidRDefault="00727B4B" w:rsidP="007629F3">
      <w:pPr>
        <w:rPr>
          <w:rFonts w:ascii="Arial" w:hAnsi="Arial" w:cs="Arial"/>
          <w:sz w:val="20"/>
          <w:szCs w:val="20"/>
          <w:lang w:val="en-ZA"/>
        </w:rPr>
      </w:pPr>
    </w:p>
    <w:p w:rsidR="00727B4B" w:rsidRDefault="00727B4B" w:rsidP="007629F3">
      <w:pPr>
        <w:rPr>
          <w:rFonts w:ascii="Arial" w:hAnsi="Arial" w:cs="Arial"/>
          <w:sz w:val="20"/>
          <w:szCs w:val="20"/>
          <w:lang w:val="en-ZA"/>
        </w:rPr>
      </w:pPr>
    </w:p>
    <w:p w:rsidR="00727B4B" w:rsidRPr="00CF41A9" w:rsidRDefault="00727B4B" w:rsidP="007629F3">
      <w:pPr>
        <w:rPr>
          <w:rFonts w:ascii="Arial" w:hAnsi="Arial" w:cs="Arial"/>
          <w:sz w:val="20"/>
          <w:szCs w:val="20"/>
          <w:lang w:val="en-ZA"/>
        </w:rPr>
      </w:pPr>
      <w:r>
        <w:rPr>
          <w:rFonts w:ascii="Arial" w:hAnsi="Arial" w:cs="Arial"/>
          <w:sz w:val="20"/>
          <w:szCs w:val="20"/>
          <w:lang w:val="en-ZA"/>
        </w:rPr>
        <w:t>Date ………………………</w:t>
      </w:r>
      <w:r w:rsidRPr="00727B4B">
        <w:rPr>
          <w:rFonts w:ascii="Arial" w:hAnsi="Arial" w:cs="Arial"/>
          <w:sz w:val="20"/>
          <w:szCs w:val="20"/>
          <w:lang w:val="en-ZA"/>
        </w:rPr>
        <w:t>…………</w:t>
      </w:r>
      <w:r>
        <w:rPr>
          <w:rFonts w:ascii="Arial" w:hAnsi="Arial" w:cs="Arial"/>
          <w:sz w:val="20"/>
          <w:szCs w:val="20"/>
          <w:lang w:val="en-ZA"/>
        </w:rPr>
        <w:t>……………</w:t>
      </w:r>
      <w:r w:rsidRPr="00CF41A9">
        <w:rPr>
          <w:rFonts w:ascii="Arial" w:hAnsi="Arial" w:cs="Arial"/>
          <w:sz w:val="20"/>
          <w:szCs w:val="20"/>
          <w:lang w:val="en-ZA"/>
        </w:rPr>
        <w:t>……</w:t>
      </w:r>
    </w:p>
    <w:sectPr w:rsidR="00727B4B" w:rsidRPr="00CF41A9" w:rsidSect="00C277FD">
      <w:headerReference w:type="default" r:id="rId7"/>
      <w:footerReference w:type="default" r:id="rId8"/>
      <w:headerReference w:type="first" r:id="rId9"/>
      <w:footerReference w:type="first" r:id="rId10"/>
      <w:pgSz w:w="11907" w:h="16839"/>
      <w:pgMar w:top="1440" w:right="1440" w:bottom="1440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7A8" w:rsidRDefault="002507A8">
      <w:r>
        <w:separator/>
      </w:r>
    </w:p>
  </w:endnote>
  <w:endnote w:type="continuationSeparator" w:id="0">
    <w:p w:rsidR="002507A8" w:rsidRDefault="00250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3F9" w:rsidRDefault="005143F9" w:rsidP="00083F2E">
    <w:pPr>
      <w:pStyle w:val="Footer"/>
      <w:spacing w:after="0"/>
      <w:rPr>
        <w:rFonts w:ascii="Arial" w:hAnsi="Arial" w:cs="Arial"/>
        <w:b w:val="0"/>
      </w:rPr>
    </w:pPr>
    <w:r>
      <w:rPr>
        <w:rFonts w:ascii="Arial" w:hAnsi="Arial" w:cs="Arial"/>
        <w:b w:val="0"/>
      </w:rPr>
      <w:t>© So</w:t>
    </w:r>
    <w:r w:rsidR="00CF41A9">
      <w:rPr>
        <w:rFonts w:ascii="Arial" w:hAnsi="Arial" w:cs="Arial"/>
        <w:b w:val="0"/>
      </w:rPr>
      <w:t>uth African Revenue Service 2015</w:t>
    </w:r>
  </w:p>
  <w:p w:rsidR="005143F9" w:rsidRDefault="005143F9" w:rsidP="00083F2E">
    <w:pPr>
      <w:pStyle w:val="Footer"/>
      <w:spacing w:after="0"/>
      <w:rPr>
        <w:rFonts w:ascii="Arial" w:hAnsi="Arial" w:cs="Arial"/>
        <w:b w:val="0"/>
      </w:rPr>
    </w:pPr>
    <w:r w:rsidRPr="005E7D3C">
      <w:rPr>
        <w:rFonts w:ascii="Arial" w:hAnsi="Arial" w:cs="Arial"/>
        <w:b w:val="0"/>
      </w:rPr>
      <w:fldChar w:fldCharType="begin"/>
    </w:r>
    <w:r w:rsidRPr="005E7D3C">
      <w:rPr>
        <w:rFonts w:ascii="Arial" w:hAnsi="Arial" w:cs="Arial"/>
        <w:b w:val="0"/>
      </w:rPr>
      <w:instrText xml:space="preserve"> FILENAME </w:instrText>
    </w:r>
    <w:r w:rsidRPr="005E7D3C">
      <w:rPr>
        <w:rFonts w:ascii="Arial" w:hAnsi="Arial" w:cs="Arial"/>
        <w:b w:val="0"/>
      </w:rPr>
      <w:fldChar w:fldCharType="separate"/>
    </w:r>
    <w:r w:rsidR="00D90C68">
      <w:rPr>
        <w:rFonts w:ascii="Arial" w:hAnsi="Arial" w:cs="Arial"/>
        <w:b w:val="0"/>
        <w:noProof/>
      </w:rPr>
      <w:t>Proposal Response Checklist</w:t>
    </w:r>
    <w:r w:rsidRPr="005E7D3C">
      <w:rPr>
        <w:rFonts w:ascii="Arial" w:hAnsi="Arial" w:cs="Arial"/>
        <w:b w:val="0"/>
      </w:rPr>
      <w:fldChar w:fldCharType="end"/>
    </w:r>
    <w:r w:rsidR="00614F4F"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 xml:space="preserve"> </w:t>
    </w:r>
    <w:r>
      <w:rPr>
        <w:rFonts w:ascii="Arial" w:hAnsi="Arial" w:cs="Arial"/>
        <w:b w:val="0"/>
      </w:rPr>
      <w:tab/>
    </w:r>
    <w:r w:rsidRPr="00EA01E7">
      <w:rPr>
        <w:rFonts w:ascii="Arial" w:hAnsi="Arial" w:cs="Arial"/>
        <w:b w:val="0"/>
      </w:rPr>
      <w:t xml:space="preserve">Page </w:t>
    </w:r>
    <w:r w:rsidRPr="00EA01E7">
      <w:rPr>
        <w:rStyle w:val="PageNumber"/>
        <w:rFonts w:ascii="Arial" w:hAnsi="Arial" w:cs="Arial"/>
      </w:rPr>
      <w:fldChar w:fldCharType="begin"/>
    </w:r>
    <w:r w:rsidRPr="00EA01E7">
      <w:rPr>
        <w:rStyle w:val="PageNumber"/>
        <w:rFonts w:ascii="Arial" w:hAnsi="Arial" w:cs="Arial"/>
      </w:rPr>
      <w:instrText xml:space="preserve"> PAGE </w:instrText>
    </w:r>
    <w:r w:rsidRPr="00EA01E7">
      <w:rPr>
        <w:rStyle w:val="PageNumber"/>
        <w:rFonts w:ascii="Arial" w:hAnsi="Arial" w:cs="Arial"/>
      </w:rPr>
      <w:fldChar w:fldCharType="separate"/>
    </w:r>
    <w:r w:rsidR="00CE24B4">
      <w:rPr>
        <w:rStyle w:val="PageNumber"/>
        <w:rFonts w:ascii="Arial" w:hAnsi="Arial" w:cs="Arial"/>
        <w:noProof/>
      </w:rPr>
      <w:t>3</w:t>
    </w:r>
    <w:r w:rsidRPr="00EA01E7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 xml:space="preserve"> of </w:t>
    </w:r>
    <w:r w:rsidRPr="00867021">
      <w:rPr>
        <w:rStyle w:val="PageNumber"/>
        <w:rFonts w:ascii="Arial" w:hAnsi="Arial" w:cs="Arial"/>
      </w:rPr>
      <w:fldChar w:fldCharType="begin"/>
    </w:r>
    <w:r w:rsidRPr="00867021">
      <w:rPr>
        <w:rStyle w:val="PageNumber"/>
        <w:rFonts w:ascii="Arial" w:hAnsi="Arial" w:cs="Arial"/>
      </w:rPr>
      <w:instrText xml:space="preserve"> NUMPAGES </w:instrText>
    </w:r>
    <w:r w:rsidRPr="00867021">
      <w:rPr>
        <w:rStyle w:val="PageNumber"/>
        <w:rFonts w:ascii="Arial" w:hAnsi="Arial" w:cs="Arial"/>
      </w:rPr>
      <w:fldChar w:fldCharType="separate"/>
    </w:r>
    <w:r w:rsidR="00CE24B4">
      <w:rPr>
        <w:rStyle w:val="PageNumber"/>
        <w:rFonts w:ascii="Arial" w:hAnsi="Arial" w:cs="Arial"/>
        <w:noProof/>
      </w:rPr>
      <w:t>4</w:t>
    </w:r>
    <w:r w:rsidRPr="00867021">
      <w:rPr>
        <w:rStyle w:val="PageNumber"/>
        <w:rFonts w:ascii="Arial" w:hAnsi="Arial" w:cs="Arial"/>
      </w:rPr>
      <w:fldChar w:fldCharType="end"/>
    </w:r>
    <w:r w:rsidRPr="005E7D3C">
      <w:rPr>
        <w:rFonts w:ascii="Arial" w:hAnsi="Arial" w:cs="Arial"/>
        <w:b w:val="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3F9" w:rsidRDefault="005143F9" w:rsidP="00083F2E">
    <w:pPr>
      <w:pStyle w:val="Footer"/>
      <w:spacing w:after="0"/>
      <w:rPr>
        <w:rFonts w:ascii="Arial" w:hAnsi="Arial" w:cs="Arial"/>
        <w:b w:val="0"/>
      </w:rPr>
    </w:pPr>
    <w:r>
      <w:rPr>
        <w:rFonts w:ascii="Arial" w:hAnsi="Arial" w:cs="Arial"/>
        <w:b w:val="0"/>
      </w:rPr>
      <w:t>© So</w:t>
    </w:r>
    <w:r w:rsidR="002A77F2">
      <w:rPr>
        <w:rFonts w:ascii="Arial" w:hAnsi="Arial" w:cs="Arial"/>
        <w:b w:val="0"/>
      </w:rPr>
      <w:t>uth African Revenue Service 2015</w:t>
    </w:r>
  </w:p>
  <w:p w:rsidR="005143F9" w:rsidRPr="008E2707" w:rsidRDefault="005143F9" w:rsidP="00083F2E">
    <w:pPr>
      <w:pStyle w:val="Footer"/>
      <w:spacing w:after="0"/>
      <w:rPr>
        <w:rFonts w:ascii="Arial" w:hAnsi="Arial" w:cs="Arial"/>
        <w:b w:val="0"/>
      </w:rPr>
    </w:pPr>
    <w:r w:rsidRPr="005E7D3C">
      <w:rPr>
        <w:rFonts w:ascii="Arial" w:hAnsi="Arial" w:cs="Arial"/>
        <w:b w:val="0"/>
      </w:rPr>
      <w:fldChar w:fldCharType="begin"/>
    </w:r>
    <w:r w:rsidRPr="005E7D3C">
      <w:rPr>
        <w:rFonts w:ascii="Arial" w:hAnsi="Arial" w:cs="Arial"/>
        <w:b w:val="0"/>
      </w:rPr>
      <w:instrText xml:space="preserve"> FILENAME </w:instrText>
    </w:r>
    <w:r w:rsidRPr="005E7D3C">
      <w:rPr>
        <w:rFonts w:ascii="Arial" w:hAnsi="Arial" w:cs="Arial"/>
        <w:b w:val="0"/>
      </w:rPr>
      <w:fldChar w:fldCharType="separate"/>
    </w:r>
    <w:r w:rsidR="00D90C68">
      <w:rPr>
        <w:rFonts w:ascii="Arial" w:hAnsi="Arial" w:cs="Arial"/>
        <w:b w:val="0"/>
        <w:noProof/>
      </w:rPr>
      <w:t>Proposal Response Checklist</w:t>
    </w:r>
    <w:r w:rsidRPr="005E7D3C">
      <w:rPr>
        <w:rFonts w:ascii="Arial" w:hAnsi="Arial" w:cs="Arial"/>
        <w:b w:val="0"/>
      </w:rPr>
      <w:fldChar w:fldCharType="end"/>
    </w:r>
    <w:r w:rsidR="00614F4F">
      <w:rPr>
        <w:rFonts w:ascii="Arial" w:hAnsi="Arial" w:cs="Arial"/>
        <w:b w:val="0"/>
      </w:rPr>
      <w:tab/>
    </w:r>
    <w:r>
      <w:rPr>
        <w:rFonts w:ascii="Arial" w:hAnsi="Arial" w:cs="Arial"/>
        <w:b w:val="0"/>
      </w:rPr>
      <w:t xml:space="preserve"> </w:t>
    </w:r>
    <w:r>
      <w:rPr>
        <w:rFonts w:ascii="Arial" w:hAnsi="Arial" w:cs="Arial"/>
        <w:b w:val="0"/>
      </w:rPr>
      <w:tab/>
    </w:r>
    <w:r w:rsidRPr="00EA01E7">
      <w:rPr>
        <w:rFonts w:ascii="Arial" w:hAnsi="Arial" w:cs="Arial"/>
        <w:b w:val="0"/>
      </w:rPr>
      <w:t xml:space="preserve">Page </w:t>
    </w:r>
    <w:r w:rsidRPr="00EA01E7">
      <w:rPr>
        <w:rStyle w:val="PageNumber"/>
        <w:rFonts w:ascii="Arial" w:hAnsi="Arial" w:cs="Arial"/>
      </w:rPr>
      <w:fldChar w:fldCharType="begin"/>
    </w:r>
    <w:r w:rsidRPr="00EA01E7">
      <w:rPr>
        <w:rStyle w:val="PageNumber"/>
        <w:rFonts w:ascii="Arial" w:hAnsi="Arial" w:cs="Arial"/>
      </w:rPr>
      <w:instrText xml:space="preserve"> PAGE </w:instrText>
    </w:r>
    <w:r w:rsidRPr="00EA01E7">
      <w:rPr>
        <w:rStyle w:val="PageNumber"/>
        <w:rFonts w:ascii="Arial" w:hAnsi="Arial" w:cs="Arial"/>
      </w:rPr>
      <w:fldChar w:fldCharType="separate"/>
    </w:r>
    <w:r w:rsidR="00CE24B4">
      <w:rPr>
        <w:rStyle w:val="PageNumber"/>
        <w:rFonts w:ascii="Arial" w:hAnsi="Arial" w:cs="Arial"/>
        <w:noProof/>
      </w:rPr>
      <w:t>1</w:t>
    </w:r>
    <w:r w:rsidRPr="00EA01E7">
      <w:rPr>
        <w:rStyle w:val="PageNumber"/>
        <w:rFonts w:ascii="Arial" w:hAnsi="Arial" w:cs="Arial"/>
      </w:rPr>
      <w:fldChar w:fldCharType="end"/>
    </w:r>
    <w:r>
      <w:rPr>
        <w:rStyle w:val="PageNumber"/>
        <w:rFonts w:ascii="Arial" w:hAnsi="Arial" w:cs="Arial"/>
      </w:rPr>
      <w:t xml:space="preserve"> of </w:t>
    </w:r>
    <w:r w:rsidRPr="00867021">
      <w:rPr>
        <w:rStyle w:val="PageNumber"/>
        <w:rFonts w:ascii="Arial" w:hAnsi="Arial" w:cs="Arial"/>
      </w:rPr>
      <w:fldChar w:fldCharType="begin"/>
    </w:r>
    <w:r w:rsidRPr="00867021">
      <w:rPr>
        <w:rStyle w:val="PageNumber"/>
        <w:rFonts w:ascii="Arial" w:hAnsi="Arial" w:cs="Arial"/>
      </w:rPr>
      <w:instrText xml:space="preserve"> NUMPAGES </w:instrText>
    </w:r>
    <w:r w:rsidRPr="00867021">
      <w:rPr>
        <w:rStyle w:val="PageNumber"/>
        <w:rFonts w:ascii="Arial" w:hAnsi="Arial" w:cs="Arial"/>
      </w:rPr>
      <w:fldChar w:fldCharType="separate"/>
    </w:r>
    <w:r w:rsidR="00CE24B4">
      <w:rPr>
        <w:rStyle w:val="PageNumber"/>
        <w:rFonts w:ascii="Arial" w:hAnsi="Arial" w:cs="Arial"/>
        <w:noProof/>
      </w:rPr>
      <w:t>4</w:t>
    </w:r>
    <w:r w:rsidRPr="00867021">
      <w:rPr>
        <w:rStyle w:val="PageNumber"/>
        <w:rFonts w:ascii="Arial" w:hAnsi="Arial" w:cs="Arial"/>
      </w:rPr>
      <w:fldChar w:fldCharType="end"/>
    </w:r>
    <w:r w:rsidRPr="005E7D3C">
      <w:rPr>
        <w:rFonts w:ascii="Arial" w:hAnsi="Arial" w:cs="Arial"/>
        <w:b w:val="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7A8" w:rsidRDefault="002507A8">
      <w:r>
        <w:separator/>
      </w:r>
    </w:p>
  </w:footnote>
  <w:footnote w:type="continuationSeparator" w:id="0">
    <w:p w:rsidR="002507A8" w:rsidRDefault="00250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3F9" w:rsidRPr="008E2707" w:rsidRDefault="005143F9" w:rsidP="008E2707">
    <w:pPr>
      <w:pStyle w:val="Header"/>
      <w:jc w:val="center"/>
      <w:rPr>
        <w:rFonts w:ascii="Arial" w:hAnsi="Arial" w:cs="Arial"/>
        <w:lang w:val="en-ZA"/>
      </w:rPr>
    </w:pPr>
    <w:r w:rsidRPr="008E2707">
      <w:rPr>
        <w:rFonts w:ascii="Arial" w:hAnsi="Arial" w:cs="Arial"/>
        <w:lang w:val="en-ZA"/>
      </w:rPr>
      <w:t>SARS CONFIDENTIAL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3F9" w:rsidRPr="003612E2" w:rsidRDefault="005143F9" w:rsidP="008E2707">
    <w:pPr>
      <w:pStyle w:val="Header"/>
      <w:jc w:val="center"/>
      <w:rPr>
        <w:rFonts w:ascii="Arial" w:hAnsi="Arial" w:cs="Arial"/>
        <w:lang w:val="en-ZA"/>
      </w:rPr>
    </w:pPr>
    <w:r w:rsidRPr="003612E2">
      <w:rPr>
        <w:rFonts w:ascii="Arial" w:hAnsi="Arial" w:cs="Arial"/>
        <w:lang w:val="en-ZA"/>
      </w:rPr>
      <w:t>SARS CONFIDENTIAL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3BA85E4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EBABD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4B436B"/>
    <w:multiLevelType w:val="hybridMultilevel"/>
    <w:tmpl w:val="E8106330"/>
    <w:lvl w:ilvl="0" w:tplc="3FD8ABBE">
      <w:start w:val="1"/>
      <w:numFmt w:val="bullet"/>
      <w:pStyle w:val="Bullet1"/>
      <w:lvlText w:val=""/>
      <w:lvlJc w:val="left"/>
      <w:pPr>
        <w:tabs>
          <w:tab w:val="num" w:pos="-970"/>
        </w:tabs>
        <w:ind w:left="1724" w:hanging="284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470"/>
        </w:tabs>
        <w:ind w:left="47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190"/>
        </w:tabs>
        <w:ind w:left="11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910"/>
        </w:tabs>
        <w:ind w:left="19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630"/>
        </w:tabs>
        <w:ind w:left="26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50"/>
        </w:tabs>
        <w:ind w:left="3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070"/>
        </w:tabs>
        <w:ind w:left="4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90"/>
        </w:tabs>
        <w:ind w:left="4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510"/>
        </w:tabs>
        <w:ind w:left="5510" w:hanging="360"/>
      </w:pPr>
      <w:rPr>
        <w:rFonts w:ascii="Wingdings" w:hAnsi="Wingdings" w:hint="default"/>
      </w:rPr>
    </w:lvl>
  </w:abstractNum>
  <w:abstractNum w:abstractNumId="3" w15:restartNumberingAfterBreak="0">
    <w:nsid w:val="250D2FE7"/>
    <w:multiLevelType w:val="multilevel"/>
    <w:tmpl w:val="4A922C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szCs w:val="22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lvlText w:val="(%6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72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72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4" w15:restartNumberingAfterBreak="0">
    <w:nsid w:val="288C4747"/>
    <w:multiLevelType w:val="hybridMultilevel"/>
    <w:tmpl w:val="77DCBB06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064C1"/>
    <w:multiLevelType w:val="multilevel"/>
    <w:tmpl w:val="4A922CB8"/>
    <w:lvl w:ilvl="0">
      <w:start w:val="1"/>
      <w:numFmt w:val="decimal"/>
      <w:pStyle w:val="Heading1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pStyle w:val="level2-head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szCs w:val="22"/>
        <w:u w:val="none"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1680"/>
        </w:tabs>
        <w:ind w:left="16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5040"/>
        </w:tabs>
        <w:ind w:left="50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72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72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6" w15:restartNumberingAfterBreak="0">
    <w:nsid w:val="4C7A3445"/>
    <w:multiLevelType w:val="multilevel"/>
    <w:tmpl w:val="1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4D2B23A9"/>
    <w:multiLevelType w:val="multilevel"/>
    <w:tmpl w:val="FC363A6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4D336A03"/>
    <w:multiLevelType w:val="singleLevel"/>
    <w:tmpl w:val="CD34D66A"/>
    <w:lvl w:ilvl="0">
      <w:start w:val="1"/>
      <w:numFmt w:val="bullet"/>
      <w:pStyle w:val="SubBullet"/>
      <w:lvlText w:val=""/>
      <w:lvlJc w:val="left"/>
      <w:pPr>
        <w:tabs>
          <w:tab w:val="num" w:pos="0"/>
        </w:tabs>
        <w:ind w:left="2694" w:hanging="284"/>
      </w:pPr>
      <w:rPr>
        <w:rFonts w:ascii="Symbol" w:hAnsi="Symbol" w:hint="default"/>
      </w:rPr>
    </w:lvl>
  </w:abstractNum>
  <w:abstractNum w:abstractNumId="9" w15:restartNumberingAfterBreak="0">
    <w:nsid w:val="65246C71"/>
    <w:multiLevelType w:val="multilevel"/>
    <w:tmpl w:val="4EB84962"/>
    <w:lvl w:ilvl="0">
      <w:start w:val="1"/>
      <w:numFmt w:val="decimal"/>
      <w:pStyle w:val="ScheduleHdg1"/>
      <w:lvlText w:val="%1.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pStyle w:val="ScheduleHd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/>
        <w:i w:val="0"/>
        <w:caps w:val="0"/>
        <w:color w:val="auto"/>
        <w:sz w:val="22"/>
        <w:u w:val="none"/>
      </w:rPr>
    </w:lvl>
    <w:lvl w:ilvl="2">
      <w:start w:val="1"/>
      <w:numFmt w:val="decimal"/>
      <w:pStyle w:val="ScheduleHdg3"/>
      <w:isLgl/>
      <w:lvlText w:val="%1.%2.%3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pStyle w:val="ScheduleHdg4"/>
      <w:lvlText w:val="(%4)"/>
      <w:lvlJc w:val="left"/>
      <w:pPr>
        <w:tabs>
          <w:tab w:val="num" w:pos="2160"/>
        </w:tabs>
        <w:ind w:left="216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pStyle w:val="ScheduleHdg5"/>
      <w:lvlText w:val="(%5)"/>
      <w:lvlJc w:val="left"/>
      <w:pPr>
        <w:tabs>
          <w:tab w:val="num" w:pos="2880"/>
        </w:tabs>
        <w:ind w:left="288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pStyle w:val="ScheduleHdg6"/>
      <w:lvlText w:val="(%6)"/>
      <w:lvlJc w:val="left"/>
      <w:pPr>
        <w:tabs>
          <w:tab w:val="num" w:pos="3600"/>
        </w:tabs>
        <w:ind w:left="360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ScheduleHdg7"/>
      <w:lvlText w:val="(%7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5400"/>
        </w:tabs>
        <w:ind w:left="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abstractNum w:abstractNumId="10" w15:restartNumberingAfterBreak="0">
    <w:nsid w:val="688E4A7D"/>
    <w:multiLevelType w:val="multilevel"/>
    <w:tmpl w:val="ADCAAA7E"/>
    <w:lvl w:ilvl="0">
      <w:start w:val="1"/>
      <w:numFmt w:val="decimal"/>
      <w:isLgl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992"/>
        </w:tabs>
        <w:ind w:left="992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1985"/>
        </w:tabs>
        <w:ind w:left="1985" w:hanging="113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2552"/>
        </w:tabs>
        <w:ind w:left="2552" w:hanging="1418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9B5655E"/>
    <w:multiLevelType w:val="multilevel"/>
    <w:tmpl w:val="4A922C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  <w:i w:val="0"/>
        <w:caps/>
        <w:color w:val="auto"/>
        <w:sz w:val="22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szCs w:val="22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upperLetter"/>
      <w:lvlText w:val="(%6)"/>
      <w:lvlJc w:val="left"/>
      <w:pPr>
        <w:tabs>
          <w:tab w:val="num" w:pos="4320"/>
        </w:tabs>
        <w:ind w:left="432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ascii="Garamond" w:hAnsi="Garamond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720" w:firstLine="4320"/>
      </w:pPr>
      <w:rPr>
        <w:rFonts w:hint="default"/>
        <w:caps w:val="0"/>
        <w:color w:val="auto"/>
        <w:u w:val="none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720" w:firstLine="5040"/>
      </w:pPr>
      <w:rPr>
        <w:rFonts w:ascii="Times New Roman" w:hAnsi="Times New Roman" w:hint="default"/>
        <w:b w:val="0"/>
        <w:i w:val="0"/>
        <w:caps w:val="0"/>
        <w:smallCaps w:val="0"/>
        <w:color w:val="000000"/>
        <w:sz w:val="24"/>
        <w:u w:val="none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5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</w:num>
  <w:num w:numId="11">
    <w:abstractNumId w:val="1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5"/>
  </w:num>
  <w:num w:numId="21">
    <w:abstractNumId w:val="10"/>
  </w:num>
  <w:num w:numId="22">
    <w:abstractNumId w:val="10"/>
  </w:num>
  <w:num w:numId="23">
    <w:abstractNumId w:val="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heckedForWebBugs" w:val="True"/>
    <w:docVar w:name="HNLevel1" w:val="1:                  N1O1.         &lt;tab&gt; 00 00 ABius"/>
    <w:docVar w:name="HNLevel2" w:val="2:                  N2L1          &lt;tab&gt; 05-05 aBius"/>
    <w:docVar w:name="HNLevel3" w:val="3:                  N3L1          &lt;tab&gt; 10-05 abiUs"/>
    <w:docVar w:name="HNLevel4" w:val="4:                 (N4Oi)         &lt;tab&gt; 00 00 abius"/>
    <w:docVar w:name="HNLevel5" w:val="5:                 (N5Oa)         &lt;tab&gt; 15-05 abius"/>
    <w:docVar w:name="HNLevel6" w:val="6:                 (N6Oi)         &lt;tab&gt; 20-05 abius"/>
    <w:docVar w:name="HNLevel7" w:val="7:                 (N7OA)         &lt;tab&gt; 25-05 abius"/>
    <w:docVar w:name="HNLevel8" w:val="8:                             00 00 abius"/>
    <w:docVar w:name="HNLevel9" w:val="9:                             00 00 abius"/>
    <w:docVar w:name="HNSample" w:val="Unspecified User-Defined|1.|1.1|1.1.1|(i)|(a)|(i)|(A)|--|--"/>
    <w:docVar w:name="InterfaceLanguage" w:val="1"/>
    <w:docVar w:name="SetLevelCalledFrom" w:val="CommandBar Button"/>
    <w:docVar w:name="SetLevelGallerySelect" w:val="Done"/>
    <w:docVar w:name="trailer" w:val="none"/>
    <w:docVar w:name="WPClean" w:val="Yes"/>
  </w:docVars>
  <w:rsids>
    <w:rsidRoot w:val="000D33D4"/>
    <w:rsid w:val="00000674"/>
    <w:rsid w:val="00000E0A"/>
    <w:rsid w:val="00001619"/>
    <w:rsid w:val="00001A6A"/>
    <w:rsid w:val="00002904"/>
    <w:rsid w:val="00007091"/>
    <w:rsid w:val="00010FA7"/>
    <w:rsid w:val="00012AC4"/>
    <w:rsid w:val="000143B1"/>
    <w:rsid w:val="000143BC"/>
    <w:rsid w:val="000164DE"/>
    <w:rsid w:val="00016931"/>
    <w:rsid w:val="0001772A"/>
    <w:rsid w:val="000204CF"/>
    <w:rsid w:val="000207C1"/>
    <w:rsid w:val="000209A2"/>
    <w:rsid w:val="00021428"/>
    <w:rsid w:val="00021CF7"/>
    <w:rsid w:val="000264F0"/>
    <w:rsid w:val="00026F0A"/>
    <w:rsid w:val="000319C3"/>
    <w:rsid w:val="0003292A"/>
    <w:rsid w:val="00033570"/>
    <w:rsid w:val="00035A80"/>
    <w:rsid w:val="00035DC3"/>
    <w:rsid w:val="00036D43"/>
    <w:rsid w:val="00036F94"/>
    <w:rsid w:val="0004027C"/>
    <w:rsid w:val="000406AA"/>
    <w:rsid w:val="000425F4"/>
    <w:rsid w:val="00045AF9"/>
    <w:rsid w:val="00045B12"/>
    <w:rsid w:val="000479C5"/>
    <w:rsid w:val="00051774"/>
    <w:rsid w:val="00052614"/>
    <w:rsid w:val="00052711"/>
    <w:rsid w:val="00052B15"/>
    <w:rsid w:val="00053135"/>
    <w:rsid w:val="00054E12"/>
    <w:rsid w:val="000558BC"/>
    <w:rsid w:val="000578C0"/>
    <w:rsid w:val="00057ABE"/>
    <w:rsid w:val="0006050D"/>
    <w:rsid w:val="000616B4"/>
    <w:rsid w:val="00061A98"/>
    <w:rsid w:val="00067DB6"/>
    <w:rsid w:val="000728A9"/>
    <w:rsid w:val="00073436"/>
    <w:rsid w:val="000736F3"/>
    <w:rsid w:val="00075AE7"/>
    <w:rsid w:val="00081A3A"/>
    <w:rsid w:val="000827E6"/>
    <w:rsid w:val="00083F2E"/>
    <w:rsid w:val="00091F7A"/>
    <w:rsid w:val="00092797"/>
    <w:rsid w:val="00093801"/>
    <w:rsid w:val="0009419B"/>
    <w:rsid w:val="00094659"/>
    <w:rsid w:val="00094D6B"/>
    <w:rsid w:val="00095BD7"/>
    <w:rsid w:val="00095C0F"/>
    <w:rsid w:val="00096D89"/>
    <w:rsid w:val="000A14D9"/>
    <w:rsid w:val="000A22F0"/>
    <w:rsid w:val="000A331B"/>
    <w:rsid w:val="000A7546"/>
    <w:rsid w:val="000A7FB1"/>
    <w:rsid w:val="000B176A"/>
    <w:rsid w:val="000B222B"/>
    <w:rsid w:val="000B333D"/>
    <w:rsid w:val="000B4CBD"/>
    <w:rsid w:val="000B59E9"/>
    <w:rsid w:val="000B5C68"/>
    <w:rsid w:val="000B7055"/>
    <w:rsid w:val="000C1A20"/>
    <w:rsid w:val="000C5177"/>
    <w:rsid w:val="000C51A8"/>
    <w:rsid w:val="000C59E0"/>
    <w:rsid w:val="000C6A7F"/>
    <w:rsid w:val="000C7FCF"/>
    <w:rsid w:val="000D039D"/>
    <w:rsid w:val="000D16E4"/>
    <w:rsid w:val="000D1E87"/>
    <w:rsid w:val="000D33AE"/>
    <w:rsid w:val="000D33D4"/>
    <w:rsid w:val="000D3AF9"/>
    <w:rsid w:val="000D3C46"/>
    <w:rsid w:val="000D3D84"/>
    <w:rsid w:val="000D53D3"/>
    <w:rsid w:val="000D70E9"/>
    <w:rsid w:val="000D7D81"/>
    <w:rsid w:val="000E3E62"/>
    <w:rsid w:val="000E5D8E"/>
    <w:rsid w:val="000F083B"/>
    <w:rsid w:val="000F24BC"/>
    <w:rsid w:val="000F3342"/>
    <w:rsid w:val="000F3F39"/>
    <w:rsid w:val="000F510E"/>
    <w:rsid w:val="000F59CF"/>
    <w:rsid w:val="000F5D13"/>
    <w:rsid w:val="000F6403"/>
    <w:rsid w:val="000F7BD9"/>
    <w:rsid w:val="001022DE"/>
    <w:rsid w:val="0010281A"/>
    <w:rsid w:val="00105B56"/>
    <w:rsid w:val="00106069"/>
    <w:rsid w:val="0010648D"/>
    <w:rsid w:val="00107130"/>
    <w:rsid w:val="00111FE0"/>
    <w:rsid w:val="00114FBD"/>
    <w:rsid w:val="00115B0A"/>
    <w:rsid w:val="00117B94"/>
    <w:rsid w:val="00122131"/>
    <w:rsid w:val="00122E62"/>
    <w:rsid w:val="0012400B"/>
    <w:rsid w:val="001240CD"/>
    <w:rsid w:val="0012434D"/>
    <w:rsid w:val="00124CDE"/>
    <w:rsid w:val="001254D8"/>
    <w:rsid w:val="00126651"/>
    <w:rsid w:val="0012785F"/>
    <w:rsid w:val="00132099"/>
    <w:rsid w:val="001343DC"/>
    <w:rsid w:val="0013477C"/>
    <w:rsid w:val="00134D05"/>
    <w:rsid w:val="001378EF"/>
    <w:rsid w:val="001414B7"/>
    <w:rsid w:val="00142329"/>
    <w:rsid w:val="00143911"/>
    <w:rsid w:val="00144F87"/>
    <w:rsid w:val="0014640F"/>
    <w:rsid w:val="00146AA7"/>
    <w:rsid w:val="00152831"/>
    <w:rsid w:val="00152B3C"/>
    <w:rsid w:val="0015441F"/>
    <w:rsid w:val="00156681"/>
    <w:rsid w:val="00156B46"/>
    <w:rsid w:val="00160B89"/>
    <w:rsid w:val="00162C73"/>
    <w:rsid w:val="00163441"/>
    <w:rsid w:val="0016392D"/>
    <w:rsid w:val="00163E00"/>
    <w:rsid w:val="001645C3"/>
    <w:rsid w:val="001670BE"/>
    <w:rsid w:val="001700BF"/>
    <w:rsid w:val="00170378"/>
    <w:rsid w:val="0017128D"/>
    <w:rsid w:val="00172587"/>
    <w:rsid w:val="00174E12"/>
    <w:rsid w:val="00175EEB"/>
    <w:rsid w:val="00176BF3"/>
    <w:rsid w:val="00176E5F"/>
    <w:rsid w:val="00180288"/>
    <w:rsid w:val="00181C5C"/>
    <w:rsid w:val="0018362B"/>
    <w:rsid w:val="00183D4E"/>
    <w:rsid w:val="001844B7"/>
    <w:rsid w:val="0018551D"/>
    <w:rsid w:val="001863CD"/>
    <w:rsid w:val="001873A1"/>
    <w:rsid w:val="00190579"/>
    <w:rsid w:val="00192D6C"/>
    <w:rsid w:val="00193EC6"/>
    <w:rsid w:val="001957A3"/>
    <w:rsid w:val="00195BA7"/>
    <w:rsid w:val="0019769C"/>
    <w:rsid w:val="001977FD"/>
    <w:rsid w:val="00197A0D"/>
    <w:rsid w:val="001A089F"/>
    <w:rsid w:val="001A2B58"/>
    <w:rsid w:val="001A3D3D"/>
    <w:rsid w:val="001A486B"/>
    <w:rsid w:val="001A4D32"/>
    <w:rsid w:val="001A5BB1"/>
    <w:rsid w:val="001B1741"/>
    <w:rsid w:val="001B1C65"/>
    <w:rsid w:val="001B23A4"/>
    <w:rsid w:val="001C3768"/>
    <w:rsid w:val="001C3A28"/>
    <w:rsid w:val="001C423A"/>
    <w:rsid w:val="001C6EE9"/>
    <w:rsid w:val="001C7D88"/>
    <w:rsid w:val="001C7DAD"/>
    <w:rsid w:val="001D2902"/>
    <w:rsid w:val="001D34D6"/>
    <w:rsid w:val="001D4D5A"/>
    <w:rsid w:val="001D5977"/>
    <w:rsid w:val="001D71FD"/>
    <w:rsid w:val="001E005F"/>
    <w:rsid w:val="001E1946"/>
    <w:rsid w:val="001E225A"/>
    <w:rsid w:val="001E33AD"/>
    <w:rsid w:val="001E42D9"/>
    <w:rsid w:val="001E7173"/>
    <w:rsid w:val="001E77D8"/>
    <w:rsid w:val="001F125F"/>
    <w:rsid w:val="001F1F53"/>
    <w:rsid w:val="001F332F"/>
    <w:rsid w:val="001F4238"/>
    <w:rsid w:val="001F467D"/>
    <w:rsid w:val="001F499F"/>
    <w:rsid w:val="001F75B7"/>
    <w:rsid w:val="002008AC"/>
    <w:rsid w:val="00206F9F"/>
    <w:rsid w:val="0020768F"/>
    <w:rsid w:val="00210CFD"/>
    <w:rsid w:val="00211065"/>
    <w:rsid w:val="00211BBF"/>
    <w:rsid w:val="002149D6"/>
    <w:rsid w:val="00214ABD"/>
    <w:rsid w:val="002174D9"/>
    <w:rsid w:val="0021776B"/>
    <w:rsid w:val="00220586"/>
    <w:rsid w:val="00221614"/>
    <w:rsid w:val="00224C99"/>
    <w:rsid w:val="0022612D"/>
    <w:rsid w:val="002269B5"/>
    <w:rsid w:val="00230D84"/>
    <w:rsid w:val="00232AF3"/>
    <w:rsid w:val="0023401B"/>
    <w:rsid w:val="002351D2"/>
    <w:rsid w:val="00235701"/>
    <w:rsid w:val="00244124"/>
    <w:rsid w:val="00246BDF"/>
    <w:rsid w:val="00247865"/>
    <w:rsid w:val="002507A8"/>
    <w:rsid w:val="002545E4"/>
    <w:rsid w:val="002569F9"/>
    <w:rsid w:val="00257568"/>
    <w:rsid w:val="00260BC9"/>
    <w:rsid w:val="00265189"/>
    <w:rsid w:val="00267D6C"/>
    <w:rsid w:val="00270BBE"/>
    <w:rsid w:val="00272180"/>
    <w:rsid w:val="00275FAF"/>
    <w:rsid w:val="0028161D"/>
    <w:rsid w:val="00281766"/>
    <w:rsid w:val="0028184C"/>
    <w:rsid w:val="00281BDD"/>
    <w:rsid w:val="0028349D"/>
    <w:rsid w:val="00285359"/>
    <w:rsid w:val="00286A20"/>
    <w:rsid w:val="00291C57"/>
    <w:rsid w:val="00292E19"/>
    <w:rsid w:val="0029495E"/>
    <w:rsid w:val="00294C3D"/>
    <w:rsid w:val="002963BB"/>
    <w:rsid w:val="002A6A06"/>
    <w:rsid w:val="002A77DC"/>
    <w:rsid w:val="002A77F2"/>
    <w:rsid w:val="002A7C2B"/>
    <w:rsid w:val="002A7D8F"/>
    <w:rsid w:val="002B198E"/>
    <w:rsid w:val="002B22DC"/>
    <w:rsid w:val="002B3660"/>
    <w:rsid w:val="002B4F3C"/>
    <w:rsid w:val="002B592B"/>
    <w:rsid w:val="002B6C42"/>
    <w:rsid w:val="002B755D"/>
    <w:rsid w:val="002B77F5"/>
    <w:rsid w:val="002C0921"/>
    <w:rsid w:val="002C31B6"/>
    <w:rsid w:val="002C38EF"/>
    <w:rsid w:val="002C67F7"/>
    <w:rsid w:val="002C74B4"/>
    <w:rsid w:val="002D1564"/>
    <w:rsid w:val="002D2BD7"/>
    <w:rsid w:val="002D4B6E"/>
    <w:rsid w:val="002D5806"/>
    <w:rsid w:val="002D65CF"/>
    <w:rsid w:val="002D7B69"/>
    <w:rsid w:val="002E041C"/>
    <w:rsid w:val="002E07BD"/>
    <w:rsid w:val="002E1333"/>
    <w:rsid w:val="002E4883"/>
    <w:rsid w:val="002E4CF0"/>
    <w:rsid w:val="002E526E"/>
    <w:rsid w:val="002E63DB"/>
    <w:rsid w:val="002F5CEA"/>
    <w:rsid w:val="003008D4"/>
    <w:rsid w:val="003020CE"/>
    <w:rsid w:val="00302C5F"/>
    <w:rsid w:val="0030429E"/>
    <w:rsid w:val="00305F72"/>
    <w:rsid w:val="003071F0"/>
    <w:rsid w:val="00310F01"/>
    <w:rsid w:val="0031210C"/>
    <w:rsid w:val="00313DEC"/>
    <w:rsid w:val="00317C43"/>
    <w:rsid w:val="00324A52"/>
    <w:rsid w:val="0032643B"/>
    <w:rsid w:val="00327B34"/>
    <w:rsid w:val="00331ECC"/>
    <w:rsid w:val="00333AB6"/>
    <w:rsid w:val="00334480"/>
    <w:rsid w:val="00341BA0"/>
    <w:rsid w:val="00343D90"/>
    <w:rsid w:val="00345DBE"/>
    <w:rsid w:val="00346F29"/>
    <w:rsid w:val="00347F22"/>
    <w:rsid w:val="003508D0"/>
    <w:rsid w:val="0035187E"/>
    <w:rsid w:val="00351C3A"/>
    <w:rsid w:val="00352620"/>
    <w:rsid w:val="003544A4"/>
    <w:rsid w:val="00354941"/>
    <w:rsid w:val="00355222"/>
    <w:rsid w:val="00356CA6"/>
    <w:rsid w:val="003574BE"/>
    <w:rsid w:val="003606ED"/>
    <w:rsid w:val="003612E2"/>
    <w:rsid w:val="003630BE"/>
    <w:rsid w:val="00363A73"/>
    <w:rsid w:val="00364667"/>
    <w:rsid w:val="00364897"/>
    <w:rsid w:val="003670D8"/>
    <w:rsid w:val="00367B1A"/>
    <w:rsid w:val="00367BB7"/>
    <w:rsid w:val="003700B6"/>
    <w:rsid w:val="00371C7C"/>
    <w:rsid w:val="003726FE"/>
    <w:rsid w:val="00373EE9"/>
    <w:rsid w:val="00375066"/>
    <w:rsid w:val="0037514F"/>
    <w:rsid w:val="003751B0"/>
    <w:rsid w:val="0037659C"/>
    <w:rsid w:val="0038149C"/>
    <w:rsid w:val="00382396"/>
    <w:rsid w:val="00382AA3"/>
    <w:rsid w:val="00383DC6"/>
    <w:rsid w:val="003849EB"/>
    <w:rsid w:val="00384AC7"/>
    <w:rsid w:val="003853C9"/>
    <w:rsid w:val="00385D53"/>
    <w:rsid w:val="00386061"/>
    <w:rsid w:val="0038718A"/>
    <w:rsid w:val="00387D05"/>
    <w:rsid w:val="00391F23"/>
    <w:rsid w:val="00392202"/>
    <w:rsid w:val="00395CA4"/>
    <w:rsid w:val="00395E9A"/>
    <w:rsid w:val="003A00B6"/>
    <w:rsid w:val="003A327C"/>
    <w:rsid w:val="003A5892"/>
    <w:rsid w:val="003A60A8"/>
    <w:rsid w:val="003A64CF"/>
    <w:rsid w:val="003A7F5E"/>
    <w:rsid w:val="003B0C5B"/>
    <w:rsid w:val="003B26BC"/>
    <w:rsid w:val="003B2CC3"/>
    <w:rsid w:val="003B5B36"/>
    <w:rsid w:val="003B607F"/>
    <w:rsid w:val="003B6C79"/>
    <w:rsid w:val="003B7456"/>
    <w:rsid w:val="003C01D7"/>
    <w:rsid w:val="003C3FFF"/>
    <w:rsid w:val="003C493B"/>
    <w:rsid w:val="003C4D5C"/>
    <w:rsid w:val="003C6CA1"/>
    <w:rsid w:val="003C7FF9"/>
    <w:rsid w:val="003D4133"/>
    <w:rsid w:val="003D441F"/>
    <w:rsid w:val="003D5A71"/>
    <w:rsid w:val="003D5C74"/>
    <w:rsid w:val="003D7210"/>
    <w:rsid w:val="003E2DAB"/>
    <w:rsid w:val="003E42B2"/>
    <w:rsid w:val="003E5BAA"/>
    <w:rsid w:val="003E5CA9"/>
    <w:rsid w:val="003E7D44"/>
    <w:rsid w:val="003F0AE8"/>
    <w:rsid w:val="003F108F"/>
    <w:rsid w:val="003F39FD"/>
    <w:rsid w:val="0040076F"/>
    <w:rsid w:val="00401970"/>
    <w:rsid w:val="004020FB"/>
    <w:rsid w:val="004038C4"/>
    <w:rsid w:val="00403EED"/>
    <w:rsid w:val="0040463C"/>
    <w:rsid w:val="00404981"/>
    <w:rsid w:val="004074DD"/>
    <w:rsid w:val="00410DCF"/>
    <w:rsid w:val="00411D73"/>
    <w:rsid w:val="004131F6"/>
    <w:rsid w:val="0041329D"/>
    <w:rsid w:val="004134F6"/>
    <w:rsid w:val="00414C7C"/>
    <w:rsid w:val="00415F4B"/>
    <w:rsid w:val="00417A92"/>
    <w:rsid w:val="00417B43"/>
    <w:rsid w:val="004203EB"/>
    <w:rsid w:val="00421E5C"/>
    <w:rsid w:val="0042211B"/>
    <w:rsid w:val="00422EE1"/>
    <w:rsid w:val="00423736"/>
    <w:rsid w:val="004269AE"/>
    <w:rsid w:val="004271D7"/>
    <w:rsid w:val="0044329C"/>
    <w:rsid w:val="00445BED"/>
    <w:rsid w:val="00447571"/>
    <w:rsid w:val="004477C1"/>
    <w:rsid w:val="00450025"/>
    <w:rsid w:val="00453045"/>
    <w:rsid w:val="00461824"/>
    <w:rsid w:val="00461E71"/>
    <w:rsid w:val="00462329"/>
    <w:rsid w:val="004630D4"/>
    <w:rsid w:val="00463234"/>
    <w:rsid w:val="00463395"/>
    <w:rsid w:val="00464526"/>
    <w:rsid w:val="00465E36"/>
    <w:rsid w:val="00466D39"/>
    <w:rsid w:val="00467A11"/>
    <w:rsid w:val="00471B93"/>
    <w:rsid w:val="004721EC"/>
    <w:rsid w:val="00474195"/>
    <w:rsid w:val="004742B9"/>
    <w:rsid w:val="004766AA"/>
    <w:rsid w:val="00480B77"/>
    <w:rsid w:val="00484F60"/>
    <w:rsid w:val="0048667C"/>
    <w:rsid w:val="004870A4"/>
    <w:rsid w:val="00487782"/>
    <w:rsid w:val="004925A2"/>
    <w:rsid w:val="00492F03"/>
    <w:rsid w:val="00494B18"/>
    <w:rsid w:val="00495880"/>
    <w:rsid w:val="00495B93"/>
    <w:rsid w:val="004967A9"/>
    <w:rsid w:val="00497BEE"/>
    <w:rsid w:val="004A09C8"/>
    <w:rsid w:val="004A29B5"/>
    <w:rsid w:val="004A40DD"/>
    <w:rsid w:val="004A457F"/>
    <w:rsid w:val="004A5212"/>
    <w:rsid w:val="004A5B95"/>
    <w:rsid w:val="004A70E2"/>
    <w:rsid w:val="004A779D"/>
    <w:rsid w:val="004A7BE7"/>
    <w:rsid w:val="004B4E74"/>
    <w:rsid w:val="004B6112"/>
    <w:rsid w:val="004B619B"/>
    <w:rsid w:val="004B68BA"/>
    <w:rsid w:val="004B6D45"/>
    <w:rsid w:val="004B72C3"/>
    <w:rsid w:val="004C3C03"/>
    <w:rsid w:val="004C4FB5"/>
    <w:rsid w:val="004C54BC"/>
    <w:rsid w:val="004C61B6"/>
    <w:rsid w:val="004D125C"/>
    <w:rsid w:val="004D1D70"/>
    <w:rsid w:val="004D2B69"/>
    <w:rsid w:val="004D4932"/>
    <w:rsid w:val="004D5B16"/>
    <w:rsid w:val="004D7E5D"/>
    <w:rsid w:val="004E0967"/>
    <w:rsid w:val="004E10EC"/>
    <w:rsid w:val="004E2A26"/>
    <w:rsid w:val="004E49C0"/>
    <w:rsid w:val="004E5F26"/>
    <w:rsid w:val="004E7E68"/>
    <w:rsid w:val="004E7ECA"/>
    <w:rsid w:val="004F163D"/>
    <w:rsid w:val="004F33C1"/>
    <w:rsid w:val="004F41E3"/>
    <w:rsid w:val="004F61F5"/>
    <w:rsid w:val="004F72FD"/>
    <w:rsid w:val="00501270"/>
    <w:rsid w:val="0050130E"/>
    <w:rsid w:val="00501839"/>
    <w:rsid w:val="0050313B"/>
    <w:rsid w:val="00503DC4"/>
    <w:rsid w:val="00503E80"/>
    <w:rsid w:val="00507060"/>
    <w:rsid w:val="005100C1"/>
    <w:rsid w:val="00510CB9"/>
    <w:rsid w:val="00510CCE"/>
    <w:rsid w:val="00511B09"/>
    <w:rsid w:val="00511E91"/>
    <w:rsid w:val="00512585"/>
    <w:rsid w:val="005128F1"/>
    <w:rsid w:val="00512914"/>
    <w:rsid w:val="00512E5D"/>
    <w:rsid w:val="005143F9"/>
    <w:rsid w:val="005156E0"/>
    <w:rsid w:val="0051573B"/>
    <w:rsid w:val="00515E60"/>
    <w:rsid w:val="00517595"/>
    <w:rsid w:val="005207FB"/>
    <w:rsid w:val="00520934"/>
    <w:rsid w:val="00521729"/>
    <w:rsid w:val="00524796"/>
    <w:rsid w:val="00526B4A"/>
    <w:rsid w:val="005274EE"/>
    <w:rsid w:val="00527658"/>
    <w:rsid w:val="005276A2"/>
    <w:rsid w:val="005360C5"/>
    <w:rsid w:val="005362D6"/>
    <w:rsid w:val="005371E0"/>
    <w:rsid w:val="005373B4"/>
    <w:rsid w:val="005409E7"/>
    <w:rsid w:val="00540C69"/>
    <w:rsid w:val="00543942"/>
    <w:rsid w:val="00546D18"/>
    <w:rsid w:val="00550333"/>
    <w:rsid w:val="005510B7"/>
    <w:rsid w:val="005516B9"/>
    <w:rsid w:val="00552B8C"/>
    <w:rsid w:val="00554596"/>
    <w:rsid w:val="00554DF2"/>
    <w:rsid w:val="0055681F"/>
    <w:rsid w:val="00561182"/>
    <w:rsid w:val="0056252F"/>
    <w:rsid w:val="00562CCF"/>
    <w:rsid w:val="00562D01"/>
    <w:rsid w:val="0056552D"/>
    <w:rsid w:val="00565BE1"/>
    <w:rsid w:val="00567853"/>
    <w:rsid w:val="0057083E"/>
    <w:rsid w:val="00571325"/>
    <w:rsid w:val="005713AB"/>
    <w:rsid w:val="0057383C"/>
    <w:rsid w:val="0057472E"/>
    <w:rsid w:val="00574F38"/>
    <w:rsid w:val="00575543"/>
    <w:rsid w:val="005773BC"/>
    <w:rsid w:val="00577B36"/>
    <w:rsid w:val="00577EB9"/>
    <w:rsid w:val="0058005D"/>
    <w:rsid w:val="00582345"/>
    <w:rsid w:val="0058481F"/>
    <w:rsid w:val="00584EA0"/>
    <w:rsid w:val="00586511"/>
    <w:rsid w:val="00586CDC"/>
    <w:rsid w:val="00587559"/>
    <w:rsid w:val="00587F39"/>
    <w:rsid w:val="005908CC"/>
    <w:rsid w:val="005939D8"/>
    <w:rsid w:val="00593EB8"/>
    <w:rsid w:val="005949E4"/>
    <w:rsid w:val="00594B04"/>
    <w:rsid w:val="00594FEA"/>
    <w:rsid w:val="005955F2"/>
    <w:rsid w:val="00596F33"/>
    <w:rsid w:val="005974D2"/>
    <w:rsid w:val="005978D3"/>
    <w:rsid w:val="005A1FA1"/>
    <w:rsid w:val="005A3BD4"/>
    <w:rsid w:val="005A48F1"/>
    <w:rsid w:val="005A533A"/>
    <w:rsid w:val="005A6ADF"/>
    <w:rsid w:val="005B0721"/>
    <w:rsid w:val="005B3B11"/>
    <w:rsid w:val="005B423B"/>
    <w:rsid w:val="005B5447"/>
    <w:rsid w:val="005B552D"/>
    <w:rsid w:val="005B55BD"/>
    <w:rsid w:val="005B599F"/>
    <w:rsid w:val="005B6996"/>
    <w:rsid w:val="005B76C1"/>
    <w:rsid w:val="005B7ECB"/>
    <w:rsid w:val="005C3B96"/>
    <w:rsid w:val="005C5A23"/>
    <w:rsid w:val="005C6A62"/>
    <w:rsid w:val="005C7A63"/>
    <w:rsid w:val="005D0051"/>
    <w:rsid w:val="005D0615"/>
    <w:rsid w:val="005D179A"/>
    <w:rsid w:val="005D2142"/>
    <w:rsid w:val="005D36D9"/>
    <w:rsid w:val="005D6D1A"/>
    <w:rsid w:val="005D72B6"/>
    <w:rsid w:val="005D7D40"/>
    <w:rsid w:val="005E2868"/>
    <w:rsid w:val="005E30B2"/>
    <w:rsid w:val="005E469E"/>
    <w:rsid w:val="005E7D3C"/>
    <w:rsid w:val="005F1FC4"/>
    <w:rsid w:val="005F6A00"/>
    <w:rsid w:val="005F7E48"/>
    <w:rsid w:val="006032D8"/>
    <w:rsid w:val="0060355C"/>
    <w:rsid w:val="00603DAE"/>
    <w:rsid w:val="00604493"/>
    <w:rsid w:val="006072D6"/>
    <w:rsid w:val="00610114"/>
    <w:rsid w:val="0061029B"/>
    <w:rsid w:val="0061075B"/>
    <w:rsid w:val="00612476"/>
    <w:rsid w:val="00614567"/>
    <w:rsid w:val="00614BBA"/>
    <w:rsid w:val="00614F4F"/>
    <w:rsid w:val="00616703"/>
    <w:rsid w:val="00624A5B"/>
    <w:rsid w:val="006252E3"/>
    <w:rsid w:val="006259BF"/>
    <w:rsid w:val="00627E44"/>
    <w:rsid w:val="006301EA"/>
    <w:rsid w:val="00630F76"/>
    <w:rsid w:val="00631315"/>
    <w:rsid w:val="00632347"/>
    <w:rsid w:val="00632383"/>
    <w:rsid w:val="00633900"/>
    <w:rsid w:val="00633BF2"/>
    <w:rsid w:val="006346B4"/>
    <w:rsid w:val="00635EEF"/>
    <w:rsid w:val="00636FE0"/>
    <w:rsid w:val="00637945"/>
    <w:rsid w:val="006447D1"/>
    <w:rsid w:val="0064575A"/>
    <w:rsid w:val="00645F8B"/>
    <w:rsid w:val="006477B0"/>
    <w:rsid w:val="0065052A"/>
    <w:rsid w:val="00650935"/>
    <w:rsid w:val="006510B6"/>
    <w:rsid w:val="00653241"/>
    <w:rsid w:val="006534E3"/>
    <w:rsid w:val="00654175"/>
    <w:rsid w:val="00654DD8"/>
    <w:rsid w:val="00655467"/>
    <w:rsid w:val="00655966"/>
    <w:rsid w:val="00655A03"/>
    <w:rsid w:val="00655E06"/>
    <w:rsid w:val="0065702B"/>
    <w:rsid w:val="00657ED7"/>
    <w:rsid w:val="006601C3"/>
    <w:rsid w:val="00660529"/>
    <w:rsid w:val="00660CCC"/>
    <w:rsid w:val="00662E85"/>
    <w:rsid w:val="006655C9"/>
    <w:rsid w:val="006658CC"/>
    <w:rsid w:val="00670645"/>
    <w:rsid w:val="00670D7A"/>
    <w:rsid w:val="006727B6"/>
    <w:rsid w:val="00674756"/>
    <w:rsid w:val="00675747"/>
    <w:rsid w:val="006771C9"/>
    <w:rsid w:val="00685649"/>
    <w:rsid w:val="0069193C"/>
    <w:rsid w:val="006938CF"/>
    <w:rsid w:val="00693FEB"/>
    <w:rsid w:val="00694687"/>
    <w:rsid w:val="00697CE1"/>
    <w:rsid w:val="006A3FE9"/>
    <w:rsid w:val="006A41A8"/>
    <w:rsid w:val="006A4A34"/>
    <w:rsid w:val="006B0332"/>
    <w:rsid w:val="006B0367"/>
    <w:rsid w:val="006B19CD"/>
    <w:rsid w:val="006B29BB"/>
    <w:rsid w:val="006B6778"/>
    <w:rsid w:val="006B68B8"/>
    <w:rsid w:val="006C0BF5"/>
    <w:rsid w:val="006C35DD"/>
    <w:rsid w:val="006D002D"/>
    <w:rsid w:val="006D107D"/>
    <w:rsid w:val="006D2718"/>
    <w:rsid w:val="006D5681"/>
    <w:rsid w:val="006D61FD"/>
    <w:rsid w:val="006D6787"/>
    <w:rsid w:val="006E15B7"/>
    <w:rsid w:val="006E3FB5"/>
    <w:rsid w:val="006F1881"/>
    <w:rsid w:val="006F48A1"/>
    <w:rsid w:val="006F4EE4"/>
    <w:rsid w:val="006F5B9B"/>
    <w:rsid w:val="006F5FC3"/>
    <w:rsid w:val="006F63C2"/>
    <w:rsid w:val="006F6BD8"/>
    <w:rsid w:val="006F7350"/>
    <w:rsid w:val="00700647"/>
    <w:rsid w:val="00700A45"/>
    <w:rsid w:val="00701B4E"/>
    <w:rsid w:val="007022D6"/>
    <w:rsid w:val="007044E3"/>
    <w:rsid w:val="00707D5E"/>
    <w:rsid w:val="00711E30"/>
    <w:rsid w:val="0071276D"/>
    <w:rsid w:val="00714FF7"/>
    <w:rsid w:val="00720696"/>
    <w:rsid w:val="00722E38"/>
    <w:rsid w:val="00725B3A"/>
    <w:rsid w:val="0072668F"/>
    <w:rsid w:val="0072670F"/>
    <w:rsid w:val="00726CC4"/>
    <w:rsid w:val="00727754"/>
    <w:rsid w:val="00727B4B"/>
    <w:rsid w:val="00733A2D"/>
    <w:rsid w:val="0073411F"/>
    <w:rsid w:val="0073485C"/>
    <w:rsid w:val="0073486E"/>
    <w:rsid w:val="00735292"/>
    <w:rsid w:val="0073768E"/>
    <w:rsid w:val="0074154C"/>
    <w:rsid w:val="007436CC"/>
    <w:rsid w:val="00743A00"/>
    <w:rsid w:val="00743E3F"/>
    <w:rsid w:val="007440E6"/>
    <w:rsid w:val="007447D6"/>
    <w:rsid w:val="007467BB"/>
    <w:rsid w:val="00746AD8"/>
    <w:rsid w:val="00750C8E"/>
    <w:rsid w:val="00752134"/>
    <w:rsid w:val="00753134"/>
    <w:rsid w:val="00755532"/>
    <w:rsid w:val="00755E16"/>
    <w:rsid w:val="00756781"/>
    <w:rsid w:val="00757808"/>
    <w:rsid w:val="00757916"/>
    <w:rsid w:val="00757B8B"/>
    <w:rsid w:val="00761930"/>
    <w:rsid w:val="0076193A"/>
    <w:rsid w:val="00761E9A"/>
    <w:rsid w:val="007629F3"/>
    <w:rsid w:val="00762DCA"/>
    <w:rsid w:val="0076394A"/>
    <w:rsid w:val="0077080E"/>
    <w:rsid w:val="00770B23"/>
    <w:rsid w:val="00772296"/>
    <w:rsid w:val="00777460"/>
    <w:rsid w:val="00777E04"/>
    <w:rsid w:val="00781A06"/>
    <w:rsid w:val="007827ED"/>
    <w:rsid w:val="00783FE1"/>
    <w:rsid w:val="00784B76"/>
    <w:rsid w:val="0079133F"/>
    <w:rsid w:val="007921D9"/>
    <w:rsid w:val="00794118"/>
    <w:rsid w:val="007943A2"/>
    <w:rsid w:val="00794772"/>
    <w:rsid w:val="007951FC"/>
    <w:rsid w:val="00795F2E"/>
    <w:rsid w:val="0079664C"/>
    <w:rsid w:val="00796C1B"/>
    <w:rsid w:val="00797012"/>
    <w:rsid w:val="007A0DA8"/>
    <w:rsid w:val="007A39DC"/>
    <w:rsid w:val="007A3B09"/>
    <w:rsid w:val="007A4180"/>
    <w:rsid w:val="007B0158"/>
    <w:rsid w:val="007B03EA"/>
    <w:rsid w:val="007B216C"/>
    <w:rsid w:val="007B2CBB"/>
    <w:rsid w:val="007B5CAD"/>
    <w:rsid w:val="007B7600"/>
    <w:rsid w:val="007C365A"/>
    <w:rsid w:val="007C5A4C"/>
    <w:rsid w:val="007C6219"/>
    <w:rsid w:val="007C79B1"/>
    <w:rsid w:val="007D1552"/>
    <w:rsid w:val="007D5A67"/>
    <w:rsid w:val="007D614D"/>
    <w:rsid w:val="007D6820"/>
    <w:rsid w:val="007E61C3"/>
    <w:rsid w:val="007E6E3C"/>
    <w:rsid w:val="007F1810"/>
    <w:rsid w:val="007F27A5"/>
    <w:rsid w:val="007F64FE"/>
    <w:rsid w:val="008000B0"/>
    <w:rsid w:val="0080144C"/>
    <w:rsid w:val="00801962"/>
    <w:rsid w:val="008049DD"/>
    <w:rsid w:val="00811547"/>
    <w:rsid w:val="008117AD"/>
    <w:rsid w:val="00812221"/>
    <w:rsid w:val="008156BD"/>
    <w:rsid w:val="0081723D"/>
    <w:rsid w:val="00823C72"/>
    <w:rsid w:val="00830F16"/>
    <w:rsid w:val="00834F1B"/>
    <w:rsid w:val="008427D4"/>
    <w:rsid w:val="00842AB6"/>
    <w:rsid w:val="00844205"/>
    <w:rsid w:val="00844547"/>
    <w:rsid w:val="00844CFE"/>
    <w:rsid w:val="00844D6D"/>
    <w:rsid w:val="00851CC3"/>
    <w:rsid w:val="00851F58"/>
    <w:rsid w:val="00852938"/>
    <w:rsid w:val="00855D35"/>
    <w:rsid w:val="00856AC9"/>
    <w:rsid w:val="0086013C"/>
    <w:rsid w:val="00860816"/>
    <w:rsid w:val="00860A79"/>
    <w:rsid w:val="00860AD6"/>
    <w:rsid w:val="00866612"/>
    <w:rsid w:val="00867021"/>
    <w:rsid w:val="008674E2"/>
    <w:rsid w:val="0087021D"/>
    <w:rsid w:val="00870472"/>
    <w:rsid w:val="008706FE"/>
    <w:rsid w:val="00870B03"/>
    <w:rsid w:val="00872772"/>
    <w:rsid w:val="0087610A"/>
    <w:rsid w:val="00882369"/>
    <w:rsid w:val="00883039"/>
    <w:rsid w:val="008830EE"/>
    <w:rsid w:val="0088383C"/>
    <w:rsid w:val="0088398C"/>
    <w:rsid w:val="008842BB"/>
    <w:rsid w:val="0088529A"/>
    <w:rsid w:val="00885745"/>
    <w:rsid w:val="00885796"/>
    <w:rsid w:val="0088698A"/>
    <w:rsid w:val="008872D0"/>
    <w:rsid w:val="0089065B"/>
    <w:rsid w:val="008907E3"/>
    <w:rsid w:val="0089113F"/>
    <w:rsid w:val="00892492"/>
    <w:rsid w:val="00894549"/>
    <w:rsid w:val="00897298"/>
    <w:rsid w:val="0089744E"/>
    <w:rsid w:val="008A0B46"/>
    <w:rsid w:val="008A1E28"/>
    <w:rsid w:val="008A66EB"/>
    <w:rsid w:val="008A704D"/>
    <w:rsid w:val="008A7D17"/>
    <w:rsid w:val="008B0006"/>
    <w:rsid w:val="008B12CF"/>
    <w:rsid w:val="008B42C6"/>
    <w:rsid w:val="008B628A"/>
    <w:rsid w:val="008C3680"/>
    <w:rsid w:val="008C3869"/>
    <w:rsid w:val="008C510E"/>
    <w:rsid w:val="008D0788"/>
    <w:rsid w:val="008D2C2F"/>
    <w:rsid w:val="008D4CD4"/>
    <w:rsid w:val="008D60CE"/>
    <w:rsid w:val="008D7DAC"/>
    <w:rsid w:val="008D7E52"/>
    <w:rsid w:val="008E004D"/>
    <w:rsid w:val="008E137C"/>
    <w:rsid w:val="008E1FD7"/>
    <w:rsid w:val="008E2707"/>
    <w:rsid w:val="008E2BE5"/>
    <w:rsid w:val="008E4FE3"/>
    <w:rsid w:val="008F0140"/>
    <w:rsid w:val="008F02A2"/>
    <w:rsid w:val="008F232A"/>
    <w:rsid w:val="008F46C8"/>
    <w:rsid w:val="008F634C"/>
    <w:rsid w:val="00902204"/>
    <w:rsid w:val="009027AF"/>
    <w:rsid w:val="009055A5"/>
    <w:rsid w:val="00910853"/>
    <w:rsid w:val="00910B72"/>
    <w:rsid w:val="00911F82"/>
    <w:rsid w:val="00912DF5"/>
    <w:rsid w:val="0091325A"/>
    <w:rsid w:val="0091371C"/>
    <w:rsid w:val="00916384"/>
    <w:rsid w:val="009178AD"/>
    <w:rsid w:val="00917AAF"/>
    <w:rsid w:val="00917F21"/>
    <w:rsid w:val="00920A17"/>
    <w:rsid w:val="00921FEB"/>
    <w:rsid w:val="00922833"/>
    <w:rsid w:val="009233DC"/>
    <w:rsid w:val="00925317"/>
    <w:rsid w:val="00930873"/>
    <w:rsid w:val="0093308F"/>
    <w:rsid w:val="0093389E"/>
    <w:rsid w:val="00936C06"/>
    <w:rsid w:val="00936E92"/>
    <w:rsid w:val="0094020F"/>
    <w:rsid w:val="009419DC"/>
    <w:rsid w:val="00941AB4"/>
    <w:rsid w:val="009420ED"/>
    <w:rsid w:val="009455AE"/>
    <w:rsid w:val="0094632A"/>
    <w:rsid w:val="00946712"/>
    <w:rsid w:val="00950052"/>
    <w:rsid w:val="00950BE4"/>
    <w:rsid w:val="00950C07"/>
    <w:rsid w:val="00951A17"/>
    <w:rsid w:val="00952D3E"/>
    <w:rsid w:val="0095498F"/>
    <w:rsid w:val="00955044"/>
    <w:rsid w:val="00956189"/>
    <w:rsid w:val="00962CC9"/>
    <w:rsid w:val="0096649C"/>
    <w:rsid w:val="00966E11"/>
    <w:rsid w:val="009711FB"/>
    <w:rsid w:val="00971C9B"/>
    <w:rsid w:val="00972541"/>
    <w:rsid w:val="009725AC"/>
    <w:rsid w:val="00973548"/>
    <w:rsid w:val="009757ED"/>
    <w:rsid w:val="00977DBE"/>
    <w:rsid w:val="00980A4B"/>
    <w:rsid w:val="009811E3"/>
    <w:rsid w:val="00982400"/>
    <w:rsid w:val="009829D3"/>
    <w:rsid w:val="00983261"/>
    <w:rsid w:val="0098568B"/>
    <w:rsid w:val="0098731C"/>
    <w:rsid w:val="00990F09"/>
    <w:rsid w:val="0099107B"/>
    <w:rsid w:val="00994E46"/>
    <w:rsid w:val="009965F1"/>
    <w:rsid w:val="009978C2"/>
    <w:rsid w:val="00997B1D"/>
    <w:rsid w:val="009A0C89"/>
    <w:rsid w:val="009A5C57"/>
    <w:rsid w:val="009A6768"/>
    <w:rsid w:val="009B1274"/>
    <w:rsid w:val="009B1D12"/>
    <w:rsid w:val="009B3F98"/>
    <w:rsid w:val="009B492E"/>
    <w:rsid w:val="009B65D8"/>
    <w:rsid w:val="009B7286"/>
    <w:rsid w:val="009C0830"/>
    <w:rsid w:val="009C24ED"/>
    <w:rsid w:val="009C4755"/>
    <w:rsid w:val="009D057E"/>
    <w:rsid w:val="009D7BC4"/>
    <w:rsid w:val="009D7C6F"/>
    <w:rsid w:val="009E6176"/>
    <w:rsid w:val="009E67F5"/>
    <w:rsid w:val="009E7642"/>
    <w:rsid w:val="009E7D0C"/>
    <w:rsid w:val="009F0173"/>
    <w:rsid w:val="009F04B0"/>
    <w:rsid w:val="009F2322"/>
    <w:rsid w:val="009F520D"/>
    <w:rsid w:val="009F531D"/>
    <w:rsid w:val="009F59B4"/>
    <w:rsid w:val="009F77D4"/>
    <w:rsid w:val="009F7FF6"/>
    <w:rsid w:val="00A02F88"/>
    <w:rsid w:val="00A04BD5"/>
    <w:rsid w:val="00A050DA"/>
    <w:rsid w:val="00A07BA8"/>
    <w:rsid w:val="00A07F47"/>
    <w:rsid w:val="00A141D5"/>
    <w:rsid w:val="00A1606E"/>
    <w:rsid w:val="00A16717"/>
    <w:rsid w:val="00A17528"/>
    <w:rsid w:val="00A1769E"/>
    <w:rsid w:val="00A20983"/>
    <w:rsid w:val="00A21692"/>
    <w:rsid w:val="00A230B5"/>
    <w:rsid w:val="00A23845"/>
    <w:rsid w:val="00A23CAF"/>
    <w:rsid w:val="00A25259"/>
    <w:rsid w:val="00A26BDA"/>
    <w:rsid w:val="00A33335"/>
    <w:rsid w:val="00A3489A"/>
    <w:rsid w:val="00A352E8"/>
    <w:rsid w:val="00A413CC"/>
    <w:rsid w:val="00A415FF"/>
    <w:rsid w:val="00A42A95"/>
    <w:rsid w:val="00A4457F"/>
    <w:rsid w:val="00A466BD"/>
    <w:rsid w:val="00A504D6"/>
    <w:rsid w:val="00A50F9B"/>
    <w:rsid w:val="00A55037"/>
    <w:rsid w:val="00A553DA"/>
    <w:rsid w:val="00A61BBC"/>
    <w:rsid w:val="00A61CFC"/>
    <w:rsid w:val="00A6318C"/>
    <w:rsid w:val="00A647F3"/>
    <w:rsid w:val="00A6616A"/>
    <w:rsid w:val="00A670D7"/>
    <w:rsid w:val="00A71779"/>
    <w:rsid w:val="00A72CA9"/>
    <w:rsid w:val="00A736EF"/>
    <w:rsid w:val="00A7389B"/>
    <w:rsid w:val="00A75858"/>
    <w:rsid w:val="00A7631F"/>
    <w:rsid w:val="00A77067"/>
    <w:rsid w:val="00A8334C"/>
    <w:rsid w:val="00A85C5B"/>
    <w:rsid w:val="00A85E52"/>
    <w:rsid w:val="00A86A68"/>
    <w:rsid w:val="00A86CB6"/>
    <w:rsid w:val="00A9250B"/>
    <w:rsid w:val="00A92D99"/>
    <w:rsid w:val="00A938F4"/>
    <w:rsid w:val="00A9554B"/>
    <w:rsid w:val="00A963D6"/>
    <w:rsid w:val="00A97FB8"/>
    <w:rsid w:val="00AA15EC"/>
    <w:rsid w:val="00AA1F7A"/>
    <w:rsid w:val="00AA2684"/>
    <w:rsid w:val="00AA3661"/>
    <w:rsid w:val="00AA4B0A"/>
    <w:rsid w:val="00AB076A"/>
    <w:rsid w:val="00AB0982"/>
    <w:rsid w:val="00AB0D7A"/>
    <w:rsid w:val="00AB31EA"/>
    <w:rsid w:val="00AB4B19"/>
    <w:rsid w:val="00AB5353"/>
    <w:rsid w:val="00AB5E44"/>
    <w:rsid w:val="00AC1828"/>
    <w:rsid w:val="00AC1E84"/>
    <w:rsid w:val="00AC38EE"/>
    <w:rsid w:val="00AC3D9D"/>
    <w:rsid w:val="00AC4153"/>
    <w:rsid w:val="00AD2728"/>
    <w:rsid w:val="00AD275B"/>
    <w:rsid w:val="00AD56DB"/>
    <w:rsid w:val="00AD5E9D"/>
    <w:rsid w:val="00AD6AD4"/>
    <w:rsid w:val="00AE078B"/>
    <w:rsid w:val="00AE2095"/>
    <w:rsid w:val="00AE3589"/>
    <w:rsid w:val="00AE363E"/>
    <w:rsid w:val="00AE54CA"/>
    <w:rsid w:val="00AF0B21"/>
    <w:rsid w:val="00AF0E16"/>
    <w:rsid w:val="00AF4664"/>
    <w:rsid w:val="00AF5685"/>
    <w:rsid w:val="00AF5870"/>
    <w:rsid w:val="00AF5A9D"/>
    <w:rsid w:val="00AF6ADF"/>
    <w:rsid w:val="00B00301"/>
    <w:rsid w:val="00B0156A"/>
    <w:rsid w:val="00B018D0"/>
    <w:rsid w:val="00B04393"/>
    <w:rsid w:val="00B05ADF"/>
    <w:rsid w:val="00B068A2"/>
    <w:rsid w:val="00B1024F"/>
    <w:rsid w:val="00B1111E"/>
    <w:rsid w:val="00B112B2"/>
    <w:rsid w:val="00B12220"/>
    <w:rsid w:val="00B1411C"/>
    <w:rsid w:val="00B21F96"/>
    <w:rsid w:val="00B23474"/>
    <w:rsid w:val="00B23B55"/>
    <w:rsid w:val="00B23E6C"/>
    <w:rsid w:val="00B24E94"/>
    <w:rsid w:val="00B30432"/>
    <w:rsid w:val="00B30ACE"/>
    <w:rsid w:val="00B32051"/>
    <w:rsid w:val="00B324EC"/>
    <w:rsid w:val="00B3456C"/>
    <w:rsid w:val="00B35D9D"/>
    <w:rsid w:val="00B375BD"/>
    <w:rsid w:val="00B43068"/>
    <w:rsid w:val="00B43712"/>
    <w:rsid w:val="00B4420B"/>
    <w:rsid w:val="00B457AE"/>
    <w:rsid w:val="00B46818"/>
    <w:rsid w:val="00B46FE6"/>
    <w:rsid w:val="00B500A3"/>
    <w:rsid w:val="00B501B8"/>
    <w:rsid w:val="00B503BE"/>
    <w:rsid w:val="00B51D2B"/>
    <w:rsid w:val="00B53A75"/>
    <w:rsid w:val="00B5506A"/>
    <w:rsid w:val="00B5573A"/>
    <w:rsid w:val="00B5712A"/>
    <w:rsid w:val="00B6052C"/>
    <w:rsid w:val="00B618A0"/>
    <w:rsid w:val="00B61B4C"/>
    <w:rsid w:val="00B62198"/>
    <w:rsid w:val="00B661AC"/>
    <w:rsid w:val="00B664C3"/>
    <w:rsid w:val="00B67956"/>
    <w:rsid w:val="00B75AA5"/>
    <w:rsid w:val="00B75F0E"/>
    <w:rsid w:val="00B76109"/>
    <w:rsid w:val="00B76997"/>
    <w:rsid w:val="00B771F6"/>
    <w:rsid w:val="00B81D56"/>
    <w:rsid w:val="00B831CB"/>
    <w:rsid w:val="00B8584F"/>
    <w:rsid w:val="00B863F5"/>
    <w:rsid w:val="00B868A6"/>
    <w:rsid w:val="00B86D59"/>
    <w:rsid w:val="00B911DA"/>
    <w:rsid w:val="00B91FB7"/>
    <w:rsid w:val="00B933C8"/>
    <w:rsid w:val="00B9412D"/>
    <w:rsid w:val="00B953F3"/>
    <w:rsid w:val="00B95B96"/>
    <w:rsid w:val="00BA20E7"/>
    <w:rsid w:val="00BA28D1"/>
    <w:rsid w:val="00BA43AB"/>
    <w:rsid w:val="00BA4AD6"/>
    <w:rsid w:val="00BA5233"/>
    <w:rsid w:val="00BB18CE"/>
    <w:rsid w:val="00BB1A0D"/>
    <w:rsid w:val="00BB2150"/>
    <w:rsid w:val="00BB25BD"/>
    <w:rsid w:val="00BB3D83"/>
    <w:rsid w:val="00BB3DD0"/>
    <w:rsid w:val="00BB665A"/>
    <w:rsid w:val="00BC25C5"/>
    <w:rsid w:val="00BC2BA3"/>
    <w:rsid w:val="00BC45AC"/>
    <w:rsid w:val="00BC5E80"/>
    <w:rsid w:val="00BC64B4"/>
    <w:rsid w:val="00BD3BC8"/>
    <w:rsid w:val="00BD4D4C"/>
    <w:rsid w:val="00BD562D"/>
    <w:rsid w:val="00BD659E"/>
    <w:rsid w:val="00BE0C62"/>
    <w:rsid w:val="00BE0EC6"/>
    <w:rsid w:val="00BE15DB"/>
    <w:rsid w:val="00BE1785"/>
    <w:rsid w:val="00BE28EE"/>
    <w:rsid w:val="00BE29CB"/>
    <w:rsid w:val="00BE4662"/>
    <w:rsid w:val="00BE51F8"/>
    <w:rsid w:val="00BE59A9"/>
    <w:rsid w:val="00BE6AB0"/>
    <w:rsid w:val="00BF086D"/>
    <w:rsid w:val="00BF25A5"/>
    <w:rsid w:val="00BF3A04"/>
    <w:rsid w:val="00BF50EC"/>
    <w:rsid w:val="00BF5D59"/>
    <w:rsid w:val="00BF68AC"/>
    <w:rsid w:val="00C00AC9"/>
    <w:rsid w:val="00C011A7"/>
    <w:rsid w:val="00C02009"/>
    <w:rsid w:val="00C02D79"/>
    <w:rsid w:val="00C04493"/>
    <w:rsid w:val="00C047F9"/>
    <w:rsid w:val="00C04925"/>
    <w:rsid w:val="00C04D94"/>
    <w:rsid w:val="00C0520E"/>
    <w:rsid w:val="00C0590B"/>
    <w:rsid w:val="00C11C1A"/>
    <w:rsid w:val="00C13F3B"/>
    <w:rsid w:val="00C154B2"/>
    <w:rsid w:val="00C170D1"/>
    <w:rsid w:val="00C17445"/>
    <w:rsid w:val="00C20289"/>
    <w:rsid w:val="00C20617"/>
    <w:rsid w:val="00C20CDA"/>
    <w:rsid w:val="00C21442"/>
    <w:rsid w:val="00C21BD9"/>
    <w:rsid w:val="00C22F00"/>
    <w:rsid w:val="00C258AC"/>
    <w:rsid w:val="00C25FC0"/>
    <w:rsid w:val="00C2627F"/>
    <w:rsid w:val="00C262A8"/>
    <w:rsid w:val="00C2644C"/>
    <w:rsid w:val="00C26C54"/>
    <w:rsid w:val="00C277FD"/>
    <w:rsid w:val="00C30CC0"/>
    <w:rsid w:val="00C3116D"/>
    <w:rsid w:val="00C32A9B"/>
    <w:rsid w:val="00C32F10"/>
    <w:rsid w:val="00C33743"/>
    <w:rsid w:val="00C34CCF"/>
    <w:rsid w:val="00C34F23"/>
    <w:rsid w:val="00C36D3A"/>
    <w:rsid w:val="00C37E98"/>
    <w:rsid w:val="00C4293E"/>
    <w:rsid w:val="00C43863"/>
    <w:rsid w:val="00C460D1"/>
    <w:rsid w:val="00C47FE4"/>
    <w:rsid w:val="00C52523"/>
    <w:rsid w:val="00C53507"/>
    <w:rsid w:val="00C53FB2"/>
    <w:rsid w:val="00C57050"/>
    <w:rsid w:val="00C65165"/>
    <w:rsid w:val="00C65543"/>
    <w:rsid w:val="00C67773"/>
    <w:rsid w:val="00C715EA"/>
    <w:rsid w:val="00C73BDF"/>
    <w:rsid w:val="00C74D7F"/>
    <w:rsid w:val="00C8053D"/>
    <w:rsid w:val="00C80866"/>
    <w:rsid w:val="00C824DC"/>
    <w:rsid w:val="00C82DAB"/>
    <w:rsid w:val="00C83A0A"/>
    <w:rsid w:val="00C84A86"/>
    <w:rsid w:val="00C84DB1"/>
    <w:rsid w:val="00C85B39"/>
    <w:rsid w:val="00C8779C"/>
    <w:rsid w:val="00C91CEF"/>
    <w:rsid w:val="00C95316"/>
    <w:rsid w:val="00CA5116"/>
    <w:rsid w:val="00CA66CB"/>
    <w:rsid w:val="00CB2A53"/>
    <w:rsid w:val="00CB2F6B"/>
    <w:rsid w:val="00CB376A"/>
    <w:rsid w:val="00CB658B"/>
    <w:rsid w:val="00CB6E78"/>
    <w:rsid w:val="00CB6F9B"/>
    <w:rsid w:val="00CB7F49"/>
    <w:rsid w:val="00CC2427"/>
    <w:rsid w:val="00CC3FBE"/>
    <w:rsid w:val="00CC4A85"/>
    <w:rsid w:val="00CC7745"/>
    <w:rsid w:val="00CD2426"/>
    <w:rsid w:val="00CD30D9"/>
    <w:rsid w:val="00CE2047"/>
    <w:rsid w:val="00CE24B4"/>
    <w:rsid w:val="00CE4CB8"/>
    <w:rsid w:val="00CE547E"/>
    <w:rsid w:val="00CE7277"/>
    <w:rsid w:val="00CE7513"/>
    <w:rsid w:val="00CF0873"/>
    <w:rsid w:val="00CF41A9"/>
    <w:rsid w:val="00CF4201"/>
    <w:rsid w:val="00CF6177"/>
    <w:rsid w:val="00D003A2"/>
    <w:rsid w:val="00D01276"/>
    <w:rsid w:val="00D01A5C"/>
    <w:rsid w:val="00D02198"/>
    <w:rsid w:val="00D0333D"/>
    <w:rsid w:val="00D04DF7"/>
    <w:rsid w:val="00D05742"/>
    <w:rsid w:val="00D06350"/>
    <w:rsid w:val="00D06FB1"/>
    <w:rsid w:val="00D11452"/>
    <w:rsid w:val="00D11836"/>
    <w:rsid w:val="00D136DB"/>
    <w:rsid w:val="00D138F8"/>
    <w:rsid w:val="00D142E9"/>
    <w:rsid w:val="00D155BD"/>
    <w:rsid w:val="00D1621E"/>
    <w:rsid w:val="00D20D84"/>
    <w:rsid w:val="00D23107"/>
    <w:rsid w:val="00D258F9"/>
    <w:rsid w:val="00D26B24"/>
    <w:rsid w:val="00D26F23"/>
    <w:rsid w:val="00D2706E"/>
    <w:rsid w:val="00D30AA5"/>
    <w:rsid w:val="00D33A6B"/>
    <w:rsid w:val="00D36800"/>
    <w:rsid w:val="00D40832"/>
    <w:rsid w:val="00D41DD1"/>
    <w:rsid w:val="00D435C5"/>
    <w:rsid w:val="00D47C6E"/>
    <w:rsid w:val="00D51DA0"/>
    <w:rsid w:val="00D5512F"/>
    <w:rsid w:val="00D55AE8"/>
    <w:rsid w:val="00D60BA1"/>
    <w:rsid w:val="00D64C84"/>
    <w:rsid w:val="00D65163"/>
    <w:rsid w:val="00D67C9B"/>
    <w:rsid w:val="00D747FD"/>
    <w:rsid w:val="00D74ECD"/>
    <w:rsid w:val="00D7644D"/>
    <w:rsid w:val="00D805DB"/>
    <w:rsid w:val="00D8461E"/>
    <w:rsid w:val="00D84D45"/>
    <w:rsid w:val="00D8671E"/>
    <w:rsid w:val="00D87BC1"/>
    <w:rsid w:val="00D87D63"/>
    <w:rsid w:val="00D90C68"/>
    <w:rsid w:val="00D920E1"/>
    <w:rsid w:val="00D92672"/>
    <w:rsid w:val="00D9636D"/>
    <w:rsid w:val="00D97CE8"/>
    <w:rsid w:val="00DA00C6"/>
    <w:rsid w:val="00DA0CE3"/>
    <w:rsid w:val="00DA0D23"/>
    <w:rsid w:val="00DA18F5"/>
    <w:rsid w:val="00DA194B"/>
    <w:rsid w:val="00DA1CD7"/>
    <w:rsid w:val="00DA40F1"/>
    <w:rsid w:val="00DA46BD"/>
    <w:rsid w:val="00DB47B1"/>
    <w:rsid w:val="00DB55E2"/>
    <w:rsid w:val="00DC06CD"/>
    <w:rsid w:val="00DC23D6"/>
    <w:rsid w:val="00DC3FA5"/>
    <w:rsid w:val="00DC406A"/>
    <w:rsid w:val="00DD1586"/>
    <w:rsid w:val="00DD19B5"/>
    <w:rsid w:val="00DD220E"/>
    <w:rsid w:val="00DD2789"/>
    <w:rsid w:val="00DD2813"/>
    <w:rsid w:val="00DD2A5C"/>
    <w:rsid w:val="00DD3154"/>
    <w:rsid w:val="00DD5330"/>
    <w:rsid w:val="00DD5A35"/>
    <w:rsid w:val="00DD6013"/>
    <w:rsid w:val="00DE1D71"/>
    <w:rsid w:val="00DE2457"/>
    <w:rsid w:val="00DE2FAE"/>
    <w:rsid w:val="00DE3D43"/>
    <w:rsid w:val="00DE5284"/>
    <w:rsid w:val="00DE6CBF"/>
    <w:rsid w:val="00DE78A0"/>
    <w:rsid w:val="00DF2C4E"/>
    <w:rsid w:val="00DF3189"/>
    <w:rsid w:val="00DF35FA"/>
    <w:rsid w:val="00DF5EA5"/>
    <w:rsid w:val="00DF66ED"/>
    <w:rsid w:val="00DF67E5"/>
    <w:rsid w:val="00DF6DB1"/>
    <w:rsid w:val="00E01E00"/>
    <w:rsid w:val="00E01FD6"/>
    <w:rsid w:val="00E04B4C"/>
    <w:rsid w:val="00E05EC2"/>
    <w:rsid w:val="00E074DD"/>
    <w:rsid w:val="00E10098"/>
    <w:rsid w:val="00E102C2"/>
    <w:rsid w:val="00E107FF"/>
    <w:rsid w:val="00E109DA"/>
    <w:rsid w:val="00E10DB0"/>
    <w:rsid w:val="00E112D7"/>
    <w:rsid w:val="00E133A4"/>
    <w:rsid w:val="00E13DF8"/>
    <w:rsid w:val="00E149E0"/>
    <w:rsid w:val="00E163FF"/>
    <w:rsid w:val="00E166B7"/>
    <w:rsid w:val="00E16F55"/>
    <w:rsid w:val="00E1756E"/>
    <w:rsid w:val="00E17882"/>
    <w:rsid w:val="00E178EC"/>
    <w:rsid w:val="00E17CF9"/>
    <w:rsid w:val="00E220B1"/>
    <w:rsid w:val="00E32C29"/>
    <w:rsid w:val="00E32CA1"/>
    <w:rsid w:val="00E32E21"/>
    <w:rsid w:val="00E3451D"/>
    <w:rsid w:val="00E353B4"/>
    <w:rsid w:val="00E35BB5"/>
    <w:rsid w:val="00E3701A"/>
    <w:rsid w:val="00E40003"/>
    <w:rsid w:val="00E404E3"/>
    <w:rsid w:val="00E424EA"/>
    <w:rsid w:val="00E46905"/>
    <w:rsid w:val="00E46DE2"/>
    <w:rsid w:val="00E5066E"/>
    <w:rsid w:val="00E5320F"/>
    <w:rsid w:val="00E53D18"/>
    <w:rsid w:val="00E57341"/>
    <w:rsid w:val="00E6011C"/>
    <w:rsid w:val="00E6083A"/>
    <w:rsid w:val="00E61D9D"/>
    <w:rsid w:val="00E6359E"/>
    <w:rsid w:val="00E63BA1"/>
    <w:rsid w:val="00E64853"/>
    <w:rsid w:val="00E65139"/>
    <w:rsid w:val="00E662FB"/>
    <w:rsid w:val="00E676A1"/>
    <w:rsid w:val="00E67B1D"/>
    <w:rsid w:val="00E7128C"/>
    <w:rsid w:val="00E71457"/>
    <w:rsid w:val="00E719B2"/>
    <w:rsid w:val="00E72215"/>
    <w:rsid w:val="00E732A8"/>
    <w:rsid w:val="00E7523D"/>
    <w:rsid w:val="00E75570"/>
    <w:rsid w:val="00E766B7"/>
    <w:rsid w:val="00E7698A"/>
    <w:rsid w:val="00E76E04"/>
    <w:rsid w:val="00E770AD"/>
    <w:rsid w:val="00E774E4"/>
    <w:rsid w:val="00E77FA6"/>
    <w:rsid w:val="00E803A9"/>
    <w:rsid w:val="00E8168F"/>
    <w:rsid w:val="00E81FB7"/>
    <w:rsid w:val="00E83987"/>
    <w:rsid w:val="00E859F2"/>
    <w:rsid w:val="00E85C34"/>
    <w:rsid w:val="00E872D1"/>
    <w:rsid w:val="00E90BDA"/>
    <w:rsid w:val="00E90F1F"/>
    <w:rsid w:val="00E9166A"/>
    <w:rsid w:val="00E922E1"/>
    <w:rsid w:val="00E95948"/>
    <w:rsid w:val="00E96562"/>
    <w:rsid w:val="00EA01E7"/>
    <w:rsid w:val="00EA43D2"/>
    <w:rsid w:val="00EA56D8"/>
    <w:rsid w:val="00EA5B28"/>
    <w:rsid w:val="00EA7EC3"/>
    <w:rsid w:val="00EB0D56"/>
    <w:rsid w:val="00EB1878"/>
    <w:rsid w:val="00EB255B"/>
    <w:rsid w:val="00EB38C0"/>
    <w:rsid w:val="00EB3A15"/>
    <w:rsid w:val="00EB5243"/>
    <w:rsid w:val="00EB5693"/>
    <w:rsid w:val="00EB5F83"/>
    <w:rsid w:val="00EB7C29"/>
    <w:rsid w:val="00EC1680"/>
    <w:rsid w:val="00EC2CFC"/>
    <w:rsid w:val="00EC53C8"/>
    <w:rsid w:val="00EC5CF0"/>
    <w:rsid w:val="00EC6C42"/>
    <w:rsid w:val="00ED0C3A"/>
    <w:rsid w:val="00ED210A"/>
    <w:rsid w:val="00ED223D"/>
    <w:rsid w:val="00ED227E"/>
    <w:rsid w:val="00ED24D7"/>
    <w:rsid w:val="00ED2AAB"/>
    <w:rsid w:val="00ED39EB"/>
    <w:rsid w:val="00ED4DBD"/>
    <w:rsid w:val="00EE0B9C"/>
    <w:rsid w:val="00EE6DE0"/>
    <w:rsid w:val="00EE796F"/>
    <w:rsid w:val="00EF1F97"/>
    <w:rsid w:val="00EF460F"/>
    <w:rsid w:val="00EF566E"/>
    <w:rsid w:val="00EF7CC1"/>
    <w:rsid w:val="00F003D7"/>
    <w:rsid w:val="00F00AD5"/>
    <w:rsid w:val="00F026AA"/>
    <w:rsid w:val="00F05721"/>
    <w:rsid w:val="00F10F6E"/>
    <w:rsid w:val="00F1127B"/>
    <w:rsid w:val="00F13D44"/>
    <w:rsid w:val="00F16594"/>
    <w:rsid w:val="00F16A0E"/>
    <w:rsid w:val="00F16C5C"/>
    <w:rsid w:val="00F17747"/>
    <w:rsid w:val="00F17D28"/>
    <w:rsid w:val="00F2133D"/>
    <w:rsid w:val="00F22137"/>
    <w:rsid w:val="00F22A83"/>
    <w:rsid w:val="00F23D59"/>
    <w:rsid w:val="00F24AB7"/>
    <w:rsid w:val="00F26037"/>
    <w:rsid w:val="00F327DE"/>
    <w:rsid w:val="00F361B2"/>
    <w:rsid w:val="00F405F7"/>
    <w:rsid w:val="00F40884"/>
    <w:rsid w:val="00F40E3A"/>
    <w:rsid w:val="00F4275F"/>
    <w:rsid w:val="00F438B8"/>
    <w:rsid w:val="00F44AD9"/>
    <w:rsid w:val="00F45CDA"/>
    <w:rsid w:val="00F468D9"/>
    <w:rsid w:val="00F473BF"/>
    <w:rsid w:val="00F513BC"/>
    <w:rsid w:val="00F54AE0"/>
    <w:rsid w:val="00F5512F"/>
    <w:rsid w:val="00F56B1A"/>
    <w:rsid w:val="00F60927"/>
    <w:rsid w:val="00F609CA"/>
    <w:rsid w:val="00F60EEE"/>
    <w:rsid w:val="00F61CAF"/>
    <w:rsid w:val="00F63D8A"/>
    <w:rsid w:val="00F63E7A"/>
    <w:rsid w:val="00F64995"/>
    <w:rsid w:val="00F7219A"/>
    <w:rsid w:val="00F73773"/>
    <w:rsid w:val="00F73BF3"/>
    <w:rsid w:val="00F75A42"/>
    <w:rsid w:val="00F75B39"/>
    <w:rsid w:val="00F7718F"/>
    <w:rsid w:val="00F82A70"/>
    <w:rsid w:val="00F82ED6"/>
    <w:rsid w:val="00F84277"/>
    <w:rsid w:val="00F85967"/>
    <w:rsid w:val="00F85C70"/>
    <w:rsid w:val="00F85F18"/>
    <w:rsid w:val="00F86915"/>
    <w:rsid w:val="00F87709"/>
    <w:rsid w:val="00F87B74"/>
    <w:rsid w:val="00F9008A"/>
    <w:rsid w:val="00F90C6C"/>
    <w:rsid w:val="00F931B5"/>
    <w:rsid w:val="00F95263"/>
    <w:rsid w:val="00F96FA8"/>
    <w:rsid w:val="00FA1FE7"/>
    <w:rsid w:val="00FA2254"/>
    <w:rsid w:val="00FA659C"/>
    <w:rsid w:val="00FB203E"/>
    <w:rsid w:val="00FC0DC7"/>
    <w:rsid w:val="00FC0E24"/>
    <w:rsid w:val="00FC35F7"/>
    <w:rsid w:val="00FC3B2D"/>
    <w:rsid w:val="00FC62FB"/>
    <w:rsid w:val="00FC6459"/>
    <w:rsid w:val="00FD24C1"/>
    <w:rsid w:val="00FD3901"/>
    <w:rsid w:val="00FD4A5F"/>
    <w:rsid w:val="00FD521C"/>
    <w:rsid w:val="00FD5E20"/>
    <w:rsid w:val="00FE1C47"/>
    <w:rsid w:val="00FE4DF4"/>
    <w:rsid w:val="00FE5359"/>
    <w:rsid w:val="00FE77DB"/>
    <w:rsid w:val="00FF0B85"/>
    <w:rsid w:val="00FF523E"/>
    <w:rsid w:val="00FF7CBC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hapeDefaults>
    <o:shapedefaults v:ext="edit" spidmax="6145"/>
    <o:shapelayout v:ext="edit">
      <o:idmap v:ext="edit" data="1"/>
    </o:shapelayout>
  </w:shapeDefaults>
  <w:decimalSymbol w:val="."/>
  <w:listSeparator w:val=","/>
  <w14:docId w14:val="02446A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Garamond" w:hAnsi="Garamond"/>
      <w:sz w:val="22"/>
      <w:szCs w:val="22"/>
      <w:lang w:val="en-GB" w:eastAsia="en-US"/>
    </w:rPr>
  </w:style>
  <w:style w:type="paragraph" w:styleId="Heading1">
    <w:name w:val="heading 1"/>
    <w:aliases w:val="Heading,2,l1,H1,main title,Heading A,Heading1,H1-Heading 1,1,h1,Header 1,Legal Line 1,head 1,list 1,II+,I,Head 1 (Chapter heading),Heading No. L1,1st level,I1,Chapter title,l1+toc 1,Level 1,Level 11,Head 1,Head 11,Head 12,Head 111,Head 13,h11"/>
    <w:basedOn w:val="BodyText"/>
    <w:next w:val="Heading1Text"/>
    <w:qFormat/>
    <w:rsid w:val="007B5CAD"/>
    <w:pPr>
      <w:keepNext/>
      <w:widowControl/>
      <w:numPr>
        <w:numId w:val="7"/>
      </w:numPr>
      <w:spacing w:before="480"/>
      <w:outlineLvl w:val="0"/>
    </w:pPr>
    <w:rPr>
      <w:b/>
      <w:caps/>
    </w:rPr>
  </w:style>
  <w:style w:type="paragraph" w:styleId="Heading2">
    <w:name w:val="heading 2"/>
    <w:aliases w:val="H2,l2,a,h2,L2,sub title,Header 2,Header2,list 2,list 2,heading 2TOC,Head 2,List level 2,2nd level,2 headline,DTSÜberschrift 2,Überschrift 2 Anhang,Überschrift 2 Anhang1,Überschrift 2 Anhang2,Überschrift 2 Anhang11,Überschrift 2 Anhang21,A"/>
    <w:basedOn w:val="BodyText"/>
    <w:next w:val="Heading2Text"/>
    <w:qFormat/>
    <w:rsid w:val="00126651"/>
    <w:pPr>
      <w:widowControl/>
      <w:tabs>
        <w:tab w:val="num" w:pos="1440"/>
      </w:tabs>
      <w:ind w:left="1440" w:hanging="720"/>
      <w:outlineLvl w:val="1"/>
    </w:pPr>
  </w:style>
  <w:style w:type="paragraph" w:styleId="Heading3">
    <w:name w:val="heading 3"/>
    <w:aliases w:val="H3,l3,h3,heading 3,h31,h32,Heading 3 Char,H3 Char,Kop 3V Char,l3 Char,CT Char,3 Char,Sub-sub section Title Char,h3 Char,list 3 Char,Head 3 Char,1.1.1 Char,3rd level Char,Underrubrik2 Char,hhh Char,h31 Char,Titolo Sotto/Sottosezione Char"/>
    <w:basedOn w:val="BodyText"/>
    <w:qFormat/>
    <w:rsid w:val="00035A80"/>
    <w:pPr>
      <w:widowControl/>
      <w:numPr>
        <w:ilvl w:val="2"/>
        <w:numId w:val="7"/>
      </w:numPr>
      <w:outlineLvl w:val="2"/>
    </w:pPr>
  </w:style>
  <w:style w:type="paragraph" w:styleId="Heading4">
    <w:name w:val="heading 4"/>
    <w:aliases w:val="l4,h4,H4,Paragraph Title,4,ph,h41,Heading Four,procedure,E4,h:4,Head4,text body,l4+toc4,I4,T4,4heading,Heading4,H4-Heading 4,list 4,mh1l,Module heading 1 large (18 points),Head 4,4 dash,d,DTSÜberschrift 4,Fourth Level Heading,DTS‹berschrift 4"/>
    <w:basedOn w:val="BodyText"/>
    <w:next w:val="Heading4Text"/>
    <w:qFormat/>
    <w:rsid w:val="00CC7745"/>
    <w:pPr>
      <w:widowControl/>
      <w:numPr>
        <w:ilvl w:val="3"/>
        <w:numId w:val="7"/>
      </w:numPr>
      <w:outlineLvl w:val="3"/>
    </w:pPr>
  </w:style>
  <w:style w:type="paragraph" w:styleId="Heading5">
    <w:name w:val="heading 5"/>
    <w:basedOn w:val="BodyText"/>
    <w:next w:val="Heading5Text"/>
    <w:qFormat/>
    <w:rsid w:val="00B30432"/>
    <w:pPr>
      <w:numPr>
        <w:ilvl w:val="4"/>
        <w:numId w:val="7"/>
      </w:numPr>
      <w:outlineLvl w:val="4"/>
    </w:pPr>
  </w:style>
  <w:style w:type="paragraph" w:styleId="Heading6">
    <w:name w:val="heading 6"/>
    <w:aliases w:val="T1,H6,Legal Level 1.,sub-dash,sd,DTSÜberschrift 6,DTS‹berschrift 6,6,Requirement,h6,H61,61,h61,Requirement1,H62,62,h62,H611,611,h611,Requirement11,H63,63,h63,Requirement3,H64,64,h64,Requirement4,H65,65,h65,Requirement5,H621,621,h621"/>
    <w:basedOn w:val="BodyText"/>
    <w:next w:val="Heading6Text"/>
    <w:qFormat/>
    <w:rsid w:val="00B30432"/>
    <w:pPr>
      <w:numPr>
        <w:ilvl w:val="5"/>
        <w:numId w:val="7"/>
      </w:numPr>
      <w:outlineLvl w:val="5"/>
    </w:pPr>
  </w:style>
  <w:style w:type="paragraph" w:styleId="Heading7">
    <w:name w:val="heading 7"/>
    <w:aliases w:val="DTSÜberschrift 7"/>
    <w:basedOn w:val="BodyText"/>
    <w:next w:val="BodyText"/>
    <w:qFormat/>
    <w:rsid w:val="00B30432"/>
    <w:pPr>
      <w:numPr>
        <w:ilvl w:val="6"/>
        <w:numId w:val="7"/>
      </w:numPr>
      <w:outlineLvl w:val="6"/>
    </w:pPr>
  </w:style>
  <w:style w:type="paragraph" w:styleId="Heading8">
    <w:name w:val="heading 8"/>
    <w:aliases w:val="8,FigureTitle,Condition,requirement,req2,req,81,FigureTitle1,Condition1,requirement1,req21,req4,82,FigureTitle2,Condition2,requirement2,req22,req5,811,FigureTitle11,Condition11,requirement11,req211,req41,83,FigureTitle3,Condition3"/>
    <w:basedOn w:val="BodyText"/>
    <w:next w:val="BodyText"/>
    <w:qFormat/>
    <w:pPr>
      <w:outlineLvl w:val="7"/>
    </w:pPr>
  </w:style>
  <w:style w:type="paragraph" w:styleId="Heading9">
    <w:name w:val="heading 9"/>
    <w:basedOn w:val="BodyText"/>
    <w:next w:val="BodyText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40"/>
    </w:pPr>
  </w:style>
  <w:style w:type="paragraph" w:customStyle="1" w:styleId="Heading1Text">
    <w:name w:val="Heading 1 Text"/>
    <w:basedOn w:val="BodyText"/>
    <w:pPr>
      <w:ind w:left="720"/>
    </w:pPr>
  </w:style>
  <w:style w:type="paragraph" w:customStyle="1" w:styleId="Heading2Text">
    <w:name w:val="Heading 2 Text"/>
    <w:basedOn w:val="BodyText"/>
    <w:rsid w:val="00FC62FB"/>
    <w:pPr>
      <w:ind w:left="1440"/>
    </w:pPr>
  </w:style>
  <w:style w:type="paragraph" w:customStyle="1" w:styleId="Heading4Text">
    <w:name w:val="Heading 4 Text"/>
    <w:basedOn w:val="BodyText"/>
    <w:pPr>
      <w:ind w:left="2160"/>
    </w:pPr>
  </w:style>
  <w:style w:type="paragraph" w:customStyle="1" w:styleId="Heading5Text">
    <w:name w:val="Heading 5 Text"/>
    <w:basedOn w:val="BodyText"/>
    <w:pPr>
      <w:ind w:left="2880"/>
    </w:pPr>
  </w:style>
  <w:style w:type="paragraph" w:customStyle="1" w:styleId="Heading6Text">
    <w:name w:val="Heading 6 Text"/>
    <w:basedOn w:val="BodyText"/>
    <w:pPr>
      <w:ind w:left="3600"/>
    </w:pPr>
  </w:style>
  <w:style w:type="paragraph" w:customStyle="1" w:styleId="CommentText1">
    <w:name w:val="Comment Text1"/>
    <w:basedOn w:val="BodyText"/>
    <w:rPr>
      <w:sz w:val="20"/>
    </w:rPr>
  </w:style>
  <w:style w:type="paragraph" w:styleId="Footer">
    <w:name w:val="footer"/>
    <w:basedOn w:val="Normal"/>
    <w:pPr>
      <w:pBdr>
        <w:top w:val="single" w:sz="4" w:space="1" w:color="auto"/>
      </w:pBdr>
      <w:tabs>
        <w:tab w:val="center" w:pos="4440"/>
        <w:tab w:val="right" w:pos="9000"/>
      </w:tabs>
      <w:spacing w:after="240"/>
    </w:pPr>
    <w:rPr>
      <w:b/>
      <w:sz w:val="18"/>
    </w:rPr>
  </w:style>
  <w:style w:type="character" w:styleId="FootnoteReference">
    <w:name w:val="footnote reference"/>
    <w:semiHidden/>
    <w:rPr>
      <w:rFonts w:ascii="Garamond" w:hAnsi="Garamond"/>
      <w:sz w:val="24"/>
      <w:vertAlign w:val="superscript"/>
      <w:lang w:val="en-US"/>
    </w:rPr>
  </w:style>
  <w:style w:type="paragraph" w:styleId="FootnoteText">
    <w:name w:val="footnote text"/>
    <w:basedOn w:val="Normal"/>
    <w:semiHidden/>
    <w:pPr>
      <w:spacing w:before="120"/>
      <w:ind w:left="720" w:hanging="720"/>
    </w:pPr>
  </w:style>
  <w:style w:type="paragraph" w:styleId="Header">
    <w:name w:val="header"/>
    <w:basedOn w:val="Normal"/>
    <w:pPr>
      <w:pBdr>
        <w:bottom w:val="single" w:sz="4" w:space="1" w:color="auto"/>
      </w:pBdr>
      <w:tabs>
        <w:tab w:val="center" w:pos="4560"/>
        <w:tab w:val="right" w:pos="9000"/>
      </w:tabs>
      <w:spacing w:after="240"/>
    </w:pPr>
    <w:rPr>
      <w:b/>
      <w:sz w:val="18"/>
    </w:rPr>
  </w:style>
  <w:style w:type="paragraph" w:styleId="Title">
    <w:name w:val="Title"/>
    <w:basedOn w:val="BodyText"/>
    <w:qFormat/>
    <w:pPr>
      <w:jc w:val="center"/>
    </w:pPr>
    <w:rPr>
      <w:b/>
      <w:caps/>
      <w:sz w:val="24"/>
    </w:rPr>
  </w:style>
  <w:style w:type="paragraph" w:styleId="TOAHeading">
    <w:name w:val="toa heading"/>
    <w:basedOn w:val="Normal"/>
    <w:next w:val="Normal"/>
    <w:semiHidden/>
    <w:pPr>
      <w:spacing w:after="240"/>
    </w:pPr>
    <w:rPr>
      <w:b/>
      <w:caps/>
    </w:rPr>
  </w:style>
  <w:style w:type="character" w:styleId="PageNumber">
    <w:name w:val="page number"/>
    <w:rPr>
      <w:rFonts w:ascii="Garamond" w:hAnsi="Garamond"/>
      <w:b/>
      <w:bCs/>
      <w:sz w:val="18"/>
      <w:lang w:val="en-US"/>
    </w:rPr>
  </w:style>
  <w:style w:type="paragraph" w:styleId="TOC1">
    <w:name w:val="toc 1"/>
    <w:basedOn w:val="BodyText"/>
    <w:semiHidden/>
    <w:pPr>
      <w:tabs>
        <w:tab w:val="right" w:leader="dot" w:pos="9000"/>
      </w:tabs>
      <w:spacing w:before="120" w:after="120"/>
      <w:ind w:left="720" w:hanging="720"/>
    </w:pPr>
    <w:rPr>
      <w:b/>
      <w:caps/>
      <w:noProof/>
    </w:rPr>
  </w:style>
  <w:style w:type="paragraph" w:styleId="TOC2">
    <w:name w:val="toc 2"/>
    <w:basedOn w:val="BodyText"/>
    <w:semiHidden/>
    <w:pPr>
      <w:tabs>
        <w:tab w:val="right" w:leader="dot" w:pos="9000"/>
      </w:tabs>
      <w:spacing w:before="60" w:after="60"/>
      <w:ind w:left="1440" w:hanging="720"/>
    </w:pPr>
    <w:rPr>
      <w:noProof/>
    </w:rPr>
  </w:style>
  <w:style w:type="paragraph" w:styleId="TOC3">
    <w:name w:val="toc 3"/>
    <w:basedOn w:val="Normal"/>
    <w:semiHidden/>
    <w:pPr>
      <w:keepLines/>
      <w:tabs>
        <w:tab w:val="right" w:leader="dot" w:pos="9360"/>
      </w:tabs>
      <w:ind w:left="2160" w:right="720" w:hanging="720"/>
    </w:pPr>
  </w:style>
  <w:style w:type="paragraph" w:styleId="TOC4">
    <w:name w:val="toc 4"/>
    <w:basedOn w:val="Normal"/>
    <w:semiHidden/>
    <w:pPr>
      <w:keepLines/>
      <w:tabs>
        <w:tab w:val="right" w:leader="dot" w:pos="9360"/>
      </w:tabs>
      <w:ind w:left="2880" w:right="720" w:hanging="720"/>
    </w:pPr>
  </w:style>
  <w:style w:type="paragraph" w:styleId="TOC5">
    <w:name w:val="toc 5"/>
    <w:basedOn w:val="Normal"/>
    <w:semiHidden/>
    <w:pPr>
      <w:keepLines/>
      <w:tabs>
        <w:tab w:val="right" w:leader="dot" w:pos="9360"/>
      </w:tabs>
      <w:ind w:left="3600" w:right="720" w:hanging="720"/>
    </w:pPr>
  </w:style>
  <w:style w:type="paragraph" w:styleId="TOC6">
    <w:name w:val="toc 6"/>
    <w:basedOn w:val="Normal"/>
    <w:semiHidden/>
    <w:pPr>
      <w:keepLines/>
      <w:tabs>
        <w:tab w:val="right" w:leader="dot" w:pos="9360"/>
      </w:tabs>
      <w:ind w:left="4320" w:right="720" w:hanging="720"/>
    </w:pPr>
  </w:style>
  <w:style w:type="paragraph" w:styleId="TOC7">
    <w:name w:val="toc 7"/>
    <w:basedOn w:val="Normal"/>
    <w:semiHidden/>
    <w:pPr>
      <w:keepLines/>
      <w:tabs>
        <w:tab w:val="right" w:leader="dot" w:pos="9360"/>
      </w:tabs>
      <w:ind w:left="5040" w:right="720" w:hanging="720"/>
    </w:pPr>
  </w:style>
  <w:style w:type="paragraph" w:styleId="TOC8">
    <w:name w:val="toc 8"/>
    <w:basedOn w:val="Normal"/>
    <w:semiHidden/>
    <w:pPr>
      <w:keepLines/>
      <w:tabs>
        <w:tab w:val="right" w:leader="dot" w:pos="9360"/>
      </w:tabs>
      <w:ind w:left="5760" w:right="720" w:hanging="720"/>
    </w:pPr>
  </w:style>
  <w:style w:type="paragraph" w:styleId="TOC9">
    <w:name w:val="toc 9"/>
    <w:basedOn w:val="Normal"/>
    <w:semiHidden/>
    <w:pPr>
      <w:keepLines/>
      <w:tabs>
        <w:tab w:val="right" w:leader="dot" w:pos="9360"/>
      </w:tabs>
      <w:ind w:left="6480" w:right="720" w:hanging="720"/>
    </w:pPr>
  </w:style>
  <w:style w:type="paragraph" w:customStyle="1" w:styleId="Heading3Text">
    <w:name w:val="Heading 3 Text"/>
    <w:basedOn w:val="BodyText"/>
    <w:rsid w:val="00B21F96"/>
    <w:pPr>
      <w:ind w:left="2160"/>
    </w:pPr>
  </w:style>
  <w:style w:type="character" w:styleId="Hyperlink">
    <w:name w:val="Hyperlink"/>
    <w:rPr>
      <w:rFonts w:ascii="Garamond" w:hAnsi="Garamond"/>
      <w:color w:val="0000FF"/>
      <w:sz w:val="22"/>
      <w:u w:val="single"/>
      <w:lang w:val="en-US"/>
    </w:rPr>
  </w:style>
  <w:style w:type="paragraph" w:customStyle="1" w:styleId="Heading3-Underlined">
    <w:name w:val="Heading 3 - Underlined"/>
    <w:basedOn w:val="Heading3"/>
    <w:next w:val="Heading3Text"/>
    <w:rPr>
      <w:u w:val="single"/>
    </w:rPr>
  </w:style>
  <w:style w:type="paragraph" w:styleId="BodyText2">
    <w:name w:val="Body Text 2"/>
    <w:basedOn w:val="Normal"/>
    <w:rsid w:val="007B03EA"/>
    <w:pPr>
      <w:spacing w:after="120" w:line="480" w:lineRule="auto"/>
    </w:pPr>
  </w:style>
  <w:style w:type="paragraph" w:customStyle="1" w:styleId="Heading7Text">
    <w:name w:val="Heading 7 Text"/>
    <w:basedOn w:val="BodyText"/>
    <w:pPr>
      <w:ind w:left="4320"/>
    </w:pPr>
  </w:style>
  <w:style w:type="paragraph" w:customStyle="1" w:styleId="Heading4-Underlined">
    <w:name w:val="Heading 4 - Underlined"/>
    <w:basedOn w:val="Heading4"/>
    <w:next w:val="Heading4Text"/>
    <w:rPr>
      <w:u w:val="single"/>
    </w:rPr>
  </w:style>
  <w:style w:type="paragraph" w:customStyle="1" w:styleId="ScheduleTitle">
    <w:name w:val="Schedule Title"/>
    <w:basedOn w:val="Title"/>
    <w:next w:val="BodyText"/>
  </w:style>
  <w:style w:type="paragraph" w:customStyle="1" w:styleId="ScheduleHdg1">
    <w:name w:val="Schedule Hdg 1"/>
    <w:basedOn w:val="BodyText"/>
    <w:next w:val="Heading1Text"/>
    <w:pPr>
      <w:keepNext/>
      <w:numPr>
        <w:numId w:val="1"/>
      </w:numPr>
    </w:pPr>
    <w:rPr>
      <w:b/>
      <w:caps/>
    </w:rPr>
  </w:style>
  <w:style w:type="paragraph" w:customStyle="1" w:styleId="ScheduleHdg2">
    <w:name w:val="Schedule Hdg 2"/>
    <w:basedOn w:val="BodyText"/>
    <w:next w:val="Heading2Text"/>
    <w:pPr>
      <w:keepNext/>
      <w:numPr>
        <w:ilvl w:val="1"/>
        <w:numId w:val="1"/>
      </w:numPr>
    </w:pPr>
    <w:rPr>
      <w:b/>
    </w:rPr>
  </w:style>
  <w:style w:type="paragraph" w:customStyle="1" w:styleId="ScheduleHdg3">
    <w:name w:val="Schedule Hdg 3"/>
    <w:basedOn w:val="BodyText"/>
    <w:next w:val="Heading3Text"/>
    <w:pPr>
      <w:numPr>
        <w:ilvl w:val="2"/>
        <w:numId w:val="1"/>
      </w:numPr>
    </w:pPr>
  </w:style>
  <w:style w:type="paragraph" w:customStyle="1" w:styleId="ScheduleHdg4">
    <w:name w:val="Schedule Hdg 4"/>
    <w:basedOn w:val="BodyText"/>
    <w:next w:val="Heading4Text"/>
    <w:pPr>
      <w:numPr>
        <w:ilvl w:val="3"/>
        <w:numId w:val="1"/>
      </w:numPr>
    </w:pPr>
  </w:style>
  <w:style w:type="paragraph" w:customStyle="1" w:styleId="ScheduleHdg5">
    <w:name w:val="Schedule Hdg 5"/>
    <w:basedOn w:val="BodyText"/>
    <w:next w:val="Heading5Text"/>
    <w:pPr>
      <w:numPr>
        <w:ilvl w:val="4"/>
        <w:numId w:val="1"/>
      </w:numPr>
    </w:pPr>
  </w:style>
  <w:style w:type="paragraph" w:customStyle="1" w:styleId="ScheduleHdg6">
    <w:name w:val="Schedule Hdg 6"/>
    <w:basedOn w:val="BodyText"/>
    <w:next w:val="Heading6Text"/>
    <w:pPr>
      <w:numPr>
        <w:ilvl w:val="5"/>
        <w:numId w:val="1"/>
      </w:numPr>
    </w:pPr>
  </w:style>
  <w:style w:type="paragraph" w:customStyle="1" w:styleId="ScheduleHdg7">
    <w:name w:val="Schedule Hdg 7"/>
    <w:basedOn w:val="BodyText"/>
    <w:next w:val="Heading7Text"/>
    <w:pPr>
      <w:numPr>
        <w:ilvl w:val="6"/>
        <w:numId w:val="1"/>
      </w:numPr>
    </w:pPr>
  </w:style>
  <w:style w:type="paragraph" w:customStyle="1" w:styleId="ScheduleHdg4-Underlined">
    <w:name w:val="Schedule Hdg 4 - Underlined"/>
    <w:basedOn w:val="ScheduleHdg4"/>
    <w:next w:val="Heading4-Underlined"/>
    <w:rPr>
      <w:u w:val="single"/>
    </w:rPr>
  </w:style>
  <w:style w:type="paragraph" w:customStyle="1" w:styleId="ScheduleHdg3-Underlined">
    <w:name w:val="Schedule Hdg 3 - Underlined"/>
    <w:basedOn w:val="ScheduleHdg3"/>
    <w:next w:val="Heading3Text"/>
    <w:rPr>
      <w:u w:val="single"/>
    </w:rPr>
  </w:style>
  <w:style w:type="paragraph" w:styleId="BodyTextIndent3">
    <w:name w:val="Body Text Indent 3"/>
    <w:basedOn w:val="Normal"/>
    <w:rsid w:val="000B176A"/>
    <w:pPr>
      <w:spacing w:after="120"/>
      <w:ind w:left="360"/>
    </w:pPr>
    <w:rPr>
      <w:sz w:val="16"/>
      <w:szCs w:val="16"/>
    </w:rPr>
  </w:style>
  <w:style w:type="paragraph" w:styleId="BalloonText">
    <w:name w:val="Balloon Text"/>
    <w:basedOn w:val="Normal"/>
    <w:semiHidden/>
    <w:rsid w:val="008A66EB"/>
    <w:rPr>
      <w:rFonts w:ascii="Tahoma" w:hAnsi="Tahoma" w:cs="Tahoma"/>
      <w:sz w:val="16"/>
      <w:szCs w:val="16"/>
    </w:rPr>
  </w:style>
  <w:style w:type="paragraph" w:customStyle="1" w:styleId="Bullet1">
    <w:name w:val="Bullet 1"/>
    <w:basedOn w:val="Normal"/>
    <w:rsid w:val="004A5212"/>
    <w:pPr>
      <w:keepNext/>
      <w:keepLines/>
      <w:widowControl/>
      <w:numPr>
        <w:numId w:val="2"/>
      </w:numPr>
      <w:spacing w:before="120" w:after="120"/>
    </w:pPr>
    <w:rPr>
      <w:rFonts w:ascii="Tahoma" w:hAnsi="Tahoma"/>
      <w:szCs w:val="20"/>
    </w:rPr>
  </w:style>
  <w:style w:type="paragraph" w:styleId="ListBullet">
    <w:name w:val="List Bullet"/>
    <w:basedOn w:val="Normal"/>
    <w:autoRedefine/>
    <w:rsid w:val="004A5212"/>
    <w:pPr>
      <w:widowControl/>
      <w:numPr>
        <w:numId w:val="3"/>
      </w:numPr>
      <w:spacing w:before="60" w:after="60"/>
      <w:jc w:val="left"/>
    </w:pPr>
    <w:rPr>
      <w:rFonts w:ascii="Times New Roman" w:hAnsi="Times New Roman"/>
      <w:sz w:val="24"/>
      <w:szCs w:val="24"/>
      <w:lang w:val="en-US"/>
    </w:rPr>
  </w:style>
  <w:style w:type="paragraph" w:customStyle="1" w:styleId="Subhead">
    <w:name w:val="Subhead"/>
    <w:basedOn w:val="Normal"/>
    <w:rsid w:val="00C91CEF"/>
    <w:pPr>
      <w:keepNext/>
      <w:keepLines/>
      <w:widowControl/>
      <w:spacing w:before="120" w:after="120"/>
      <w:ind w:left="2160"/>
    </w:pPr>
    <w:rPr>
      <w:rFonts w:ascii="Tahoma" w:hAnsi="Tahoma"/>
      <w:b/>
      <w:szCs w:val="20"/>
    </w:rPr>
  </w:style>
  <w:style w:type="paragraph" w:styleId="ListBullet2">
    <w:name w:val="List Bullet 2"/>
    <w:basedOn w:val="Normal"/>
    <w:autoRedefine/>
    <w:rsid w:val="00C91CEF"/>
    <w:pPr>
      <w:widowControl/>
      <w:numPr>
        <w:numId w:val="4"/>
      </w:numPr>
      <w:tabs>
        <w:tab w:val="clear" w:pos="360"/>
        <w:tab w:val="num" w:pos="1080"/>
      </w:tabs>
      <w:spacing w:before="120" w:after="120"/>
      <w:ind w:left="1078" w:hanging="539"/>
      <w:jc w:val="left"/>
    </w:pPr>
    <w:rPr>
      <w:rFonts w:ascii="Arial" w:hAnsi="Arial" w:cs="Arial"/>
      <w:sz w:val="20"/>
      <w:szCs w:val="20"/>
      <w:lang w:val="en-US"/>
    </w:rPr>
  </w:style>
  <w:style w:type="paragraph" w:styleId="BodyTextIndent">
    <w:name w:val="Body Text Indent"/>
    <w:basedOn w:val="Normal"/>
    <w:rsid w:val="00327B34"/>
    <w:pPr>
      <w:spacing w:after="120"/>
      <w:ind w:left="360"/>
    </w:pPr>
  </w:style>
  <w:style w:type="paragraph" w:customStyle="1" w:styleId="LP">
    <w:name w:val="LP"/>
    <w:basedOn w:val="Normal"/>
    <w:rsid w:val="00BA20E7"/>
    <w:pPr>
      <w:keepLines/>
      <w:widowControl/>
      <w:spacing w:before="120" w:after="120"/>
    </w:pPr>
    <w:rPr>
      <w:rFonts w:ascii="Tahoma" w:hAnsi="Tahoma"/>
      <w:szCs w:val="20"/>
    </w:rPr>
  </w:style>
  <w:style w:type="paragraph" w:styleId="CommentText">
    <w:name w:val="annotation text"/>
    <w:basedOn w:val="Normal"/>
    <w:semiHidden/>
    <w:rsid w:val="00BA20E7"/>
    <w:pPr>
      <w:keepLines/>
      <w:widowControl/>
      <w:spacing w:before="120" w:after="120"/>
    </w:pPr>
    <w:rPr>
      <w:rFonts w:ascii="Arial" w:hAnsi="Arial"/>
      <w:sz w:val="20"/>
      <w:szCs w:val="20"/>
    </w:rPr>
  </w:style>
  <w:style w:type="character" w:customStyle="1" w:styleId="Heading3CharChar">
    <w:name w:val="Heading 3 Char Char"/>
    <w:aliases w:val="H3 Char Char,Kop 3V Char Char,l3 Char Char,CT Char Char,3 Char Char,Sub-sub section Title Char Char,h3 Char Char,list 3 Char Char,Head 3 Char Char,1.1.1 Char Char,3rd level Char Char,Underrubrik2 Char Char,hhh Char Char,h31 Char Char"/>
    <w:rsid w:val="00BA20E7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BodyTextIndent2">
    <w:name w:val="Body Text Indent 2"/>
    <w:basedOn w:val="Normal"/>
    <w:rsid w:val="003A7F5E"/>
    <w:pPr>
      <w:spacing w:after="120" w:line="480" w:lineRule="auto"/>
      <w:ind w:left="360"/>
    </w:pPr>
  </w:style>
  <w:style w:type="paragraph" w:customStyle="1" w:styleId="Bullets">
    <w:name w:val="Bullets"/>
    <w:next w:val="BodyText"/>
    <w:rsid w:val="00000674"/>
    <w:pPr>
      <w:keepNext/>
      <w:tabs>
        <w:tab w:val="left" w:pos="635"/>
        <w:tab w:val="num" w:pos="1440"/>
      </w:tabs>
      <w:spacing w:after="60" w:line="288" w:lineRule="auto"/>
      <w:ind w:left="1440" w:hanging="360"/>
    </w:pPr>
    <w:rPr>
      <w:rFonts w:ascii="Arial" w:hAnsi="Arial"/>
      <w:color w:val="808080"/>
      <w:lang w:val="en-GB" w:eastAsia="en-US"/>
    </w:rPr>
  </w:style>
  <w:style w:type="table" w:styleId="TableGrid">
    <w:name w:val="Table Grid"/>
    <w:basedOn w:val="TableNormal"/>
    <w:rsid w:val="00556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Normal">
    <w:name w:val="01 Normal"/>
    <w:rsid w:val="00DA18F5"/>
    <w:pPr>
      <w:tabs>
        <w:tab w:val="left" w:pos="720"/>
      </w:tabs>
      <w:spacing w:after="240" w:line="260" w:lineRule="exact"/>
      <w:jc w:val="both"/>
    </w:pPr>
    <w:rPr>
      <w:rFonts w:ascii="Times" w:hAnsi="Times"/>
      <w:color w:val="000000"/>
      <w:sz w:val="22"/>
      <w:lang w:val="en-US" w:eastAsia="en-US"/>
    </w:rPr>
  </w:style>
  <w:style w:type="character" w:styleId="CommentReference">
    <w:name w:val="annotation reference"/>
    <w:semiHidden/>
    <w:rsid w:val="00E17CF9"/>
    <w:rPr>
      <w:rFonts w:ascii="Times New Roman" w:hAnsi="Times New Roman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semiHidden/>
    <w:rsid w:val="00E17CF9"/>
    <w:pPr>
      <w:keepLines w:val="0"/>
      <w:widowControl w:val="0"/>
      <w:spacing w:before="0" w:after="0"/>
    </w:pPr>
    <w:rPr>
      <w:rFonts w:ascii="Garamond" w:hAnsi="Garamond"/>
      <w:b/>
      <w:bCs/>
    </w:rPr>
  </w:style>
  <w:style w:type="character" w:customStyle="1" w:styleId="EmailStyle701">
    <w:name w:val="EmailStyle701"/>
    <w:semiHidden/>
    <w:rsid w:val="005D179A"/>
    <w:rPr>
      <w:rFonts w:ascii="Arial" w:hAnsi="Arial" w:cs="Arial"/>
      <w:color w:val="auto"/>
      <w:sz w:val="20"/>
      <w:szCs w:val="20"/>
      <w:lang w:val="en-US"/>
    </w:rPr>
  </w:style>
  <w:style w:type="paragraph" w:customStyle="1" w:styleId="Title1">
    <w:name w:val="Title1"/>
    <w:basedOn w:val="Normal"/>
    <w:rsid w:val="009B492E"/>
    <w:pPr>
      <w:keepNext/>
      <w:keepLines/>
      <w:pageBreakBefore/>
      <w:widowControl/>
      <w:spacing w:before="120" w:after="120"/>
      <w:jc w:val="center"/>
    </w:pPr>
    <w:rPr>
      <w:rFonts w:ascii="Tahoma" w:hAnsi="Tahoma"/>
      <w:b/>
      <w:caps/>
      <w:sz w:val="28"/>
      <w:szCs w:val="20"/>
    </w:rPr>
  </w:style>
  <w:style w:type="paragraph" w:customStyle="1" w:styleId="SubBullet">
    <w:name w:val="Sub Bullet"/>
    <w:basedOn w:val="Normal"/>
    <w:rsid w:val="009B492E"/>
    <w:pPr>
      <w:keepNext/>
      <w:keepLines/>
      <w:widowControl/>
      <w:numPr>
        <w:numId w:val="5"/>
      </w:numPr>
      <w:spacing w:before="120" w:after="120"/>
    </w:pPr>
    <w:rPr>
      <w:rFonts w:ascii="Tahoma" w:hAnsi="Tahoma"/>
      <w:szCs w:val="20"/>
    </w:rPr>
  </w:style>
  <w:style w:type="paragraph" w:styleId="Caption">
    <w:name w:val="caption"/>
    <w:basedOn w:val="Normal"/>
    <w:next w:val="Normal"/>
    <w:qFormat/>
    <w:rsid w:val="00872772"/>
    <w:rPr>
      <w:b/>
      <w:bCs/>
      <w:sz w:val="20"/>
      <w:szCs w:val="20"/>
    </w:rPr>
  </w:style>
  <w:style w:type="character" w:customStyle="1" w:styleId="EmailStyle741">
    <w:name w:val="EmailStyle741"/>
    <w:semiHidden/>
    <w:rsid w:val="001C3768"/>
    <w:rPr>
      <w:rFonts w:ascii="Arial" w:hAnsi="Arial" w:cs="Arial"/>
      <w:color w:val="auto"/>
      <w:sz w:val="20"/>
      <w:szCs w:val="20"/>
      <w:lang w:val="en-US"/>
    </w:rPr>
  </w:style>
  <w:style w:type="paragraph" w:customStyle="1" w:styleId="Sublevel">
    <w:name w:val="Sub level"/>
    <w:basedOn w:val="Normal"/>
    <w:rsid w:val="00354941"/>
    <w:pPr>
      <w:tabs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</w:tabs>
      <w:spacing w:before="240" w:line="360" w:lineRule="auto"/>
    </w:pPr>
    <w:rPr>
      <w:rFonts w:ascii="Arial" w:hAnsi="Arial"/>
      <w:lang w:val="en-ZA" w:eastAsia="en-ZA"/>
    </w:rPr>
  </w:style>
  <w:style w:type="paragraph" w:customStyle="1" w:styleId="level2-head">
    <w:name w:val="level2-head"/>
    <w:basedOn w:val="Normal"/>
    <w:rsid w:val="00772296"/>
    <w:pPr>
      <w:numPr>
        <w:ilvl w:val="1"/>
        <w:numId w:val="12"/>
      </w:numPr>
      <w:tabs>
        <w:tab w:val="clear" w:pos="1440"/>
        <w:tab w:val="num" w:pos="992"/>
      </w:tabs>
      <w:spacing w:before="360" w:line="276" w:lineRule="auto"/>
      <w:ind w:left="992" w:hanging="708"/>
    </w:pPr>
    <w:rPr>
      <w:rFonts w:ascii="Arial" w:hAnsi="Arial"/>
      <w:b/>
      <w:sz w:val="20"/>
      <w:szCs w:val="20"/>
      <w:lang w:val="en-ZA" w:eastAsia="en-ZA"/>
    </w:rPr>
  </w:style>
  <w:style w:type="paragraph" w:customStyle="1" w:styleId="level3-text">
    <w:name w:val="level3-text"/>
    <w:basedOn w:val="Normal"/>
    <w:link w:val="level3-textChar"/>
    <w:rsid w:val="00632383"/>
    <w:pPr>
      <w:widowControl/>
      <w:spacing w:before="240" w:line="276" w:lineRule="auto"/>
      <w:ind w:left="1430"/>
    </w:pPr>
    <w:rPr>
      <w:rFonts w:ascii="Arial" w:hAnsi="Arial"/>
      <w:lang w:val="en-ZA" w:eastAsia="en-ZA"/>
    </w:rPr>
  </w:style>
  <w:style w:type="character" w:customStyle="1" w:styleId="level3-textChar">
    <w:name w:val="level3-text Char"/>
    <w:link w:val="level3-text"/>
    <w:rsid w:val="00632383"/>
    <w:rPr>
      <w:rFonts w:ascii="Arial" w:hAnsi="Arial"/>
      <w:sz w:val="22"/>
      <w:szCs w:val="22"/>
      <w:lang w:val="en-ZA" w:eastAsia="en-ZA" w:bidi="ar-SA"/>
    </w:rPr>
  </w:style>
  <w:style w:type="paragraph" w:customStyle="1" w:styleId="Cover">
    <w:name w:val="Cover"/>
    <w:basedOn w:val="Normal"/>
    <w:rsid w:val="00B04393"/>
    <w:pPr>
      <w:widowControl/>
      <w:spacing w:after="240"/>
      <w:jc w:val="center"/>
    </w:pPr>
    <w:rPr>
      <w:b/>
      <w:caps/>
      <w:sz w:val="36"/>
      <w:szCs w:val="3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227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ED227E"/>
    <w:rPr>
      <w:rFonts w:ascii="Cambria" w:eastAsia="Times New Roman" w:hAnsi="Cambria" w:cs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lwmacros\user\TCs&amp;Cs%2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TCs&amp;Cs 1</Template>
  <TotalTime>0</TotalTime>
  <Pages>4</Pages>
  <Words>553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SARS ITO Front End Aug 22 version</vt:lpstr>
    </vt:vector>
  </TitlesOfParts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SARS ITO Front End Aug 22 version</dc:title>
  <dc:subject/>
  <dc:creator/>
  <cp:keywords/>
  <cp:lastModifiedBy/>
  <cp:revision>1</cp:revision>
  <cp:lastPrinted>2010-06-11T10:14:00Z</cp:lastPrinted>
  <dcterms:created xsi:type="dcterms:W3CDTF">2021-02-22T10:29:00Z</dcterms:created>
  <dcterms:modified xsi:type="dcterms:W3CDTF">2021-02-22T10:31:00Z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PClean 04/09/2003 16.42.56">
    <vt:lpwstr>&lt;Document processed with L&amp;W WPClean&gt; by Technology Department</vt:lpwstr>
  </property>
  <property fmtid="{D5CDD505-2E9C-101B-9397-08002B2CF9AE}" pid="3" name="HNum(97/2000b) 04/09/2003 16.55.34">
    <vt:lpwstr>&lt;Tracy's&gt; by Technology Department</vt:lpwstr>
  </property>
  <property fmtid="{D5CDD505-2E9C-101B-9397-08002B2CF9AE}" pid="4" name="_TentativeReviewCycleID">
    <vt:i4>1595775377</vt:i4>
  </property>
  <property fmtid="{D5CDD505-2E9C-101B-9397-08002B2CF9AE}" pid="5" name="_NewReviewCycle">
    <vt:lpwstr/>
  </property>
  <property fmtid="{D5CDD505-2E9C-101B-9397-08002B2CF9AE}" pid="6" name="_EmailEntryID">
    <vt:lpwstr>00000000C8FF3A6CEE18274F9FB8E5E3E13E601B07007B8302C227E60D4BB2C67FA5C9F84AFB0000007CF6B90000544FEE7C0DF02B48BDA66B7616B36E2E0001B0A90ADF0000</vt:lpwstr>
  </property>
  <property fmtid="{D5CDD505-2E9C-101B-9397-08002B2CF9AE}" pid="7" name="_EmailStoreID">
    <vt:lpwstr>0000000038A1BB1005E5101AA1BB08002B2A56C20000454D534D44422E444C4C00000000000000001B55FA20AA6611CD9BC800AA002FC45A0C00000050544142524D53473032002F4F3D534152532F4F553D50544152332F636E3D526563697069656E74732F636E3D533130333536373000</vt:lpwstr>
  </property>
  <property fmtid="{D5CDD505-2E9C-101B-9397-08002B2CF9AE}" pid="8" name="_EmailStoreID0">
    <vt:lpwstr>0000000038A1BB1005E5101AA1BB08002B2A56C20000454D534D44422E444C4C00000000000000001B55FA20AA6611CD9BC800AA002FC45A0C000000616772616E6368656C6C6940736172732E676F762E7A61002F6F3D534152532F6F753D50544152332F636E3D526563697069656E74732F636E3D533130333233393400E</vt:lpwstr>
  </property>
  <property fmtid="{D5CDD505-2E9C-101B-9397-08002B2CF9AE}" pid="9" name="_EmailStoreID1">
    <vt:lpwstr>94632F442000000020000001000000061006700720061006E006300680065006C006C006900400073006100720073002E0067006F0076002E007A00610000000000</vt:lpwstr>
  </property>
</Properties>
</file>